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413BF" w14:textId="23C3C860" w:rsidR="005C4CDA" w:rsidRDefault="005C4CDA" w:rsidP="005C4CDA">
      <w:pPr>
        <w:spacing w:after="0" w:line="240" w:lineRule="auto"/>
        <w:ind w:left="3540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0168813D" w14:textId="7F662FBE" w:rsidR="008A6737" w:rsidRPr="008A6737" w:rsidRDefault="00997F14" w:rsidP="008A6737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686B6A">
        <w:rPr>
          <w:rFonts w:ascii="Corbel" w:hAnsi="Corbel"/>
          <w:sz w:val="24"/>
          <w:szCs w:val="24"/>
        </w:rPr>
        <w:tab/>
      </w:r>
      <w:r w:rsidRPr="00686B6A">
        <w:rPr>
          <w:rFonts w:ascii="Corbel" w:hAnsi="Corbel"/>
          <w:sz w:val="24"/>
          <w:szCs w:val="24"/>
        </w:rPr>
        <w:tab/>
      </w:r>
    </w:p>
    <w:p w14:paraId="2132C45F" w14:textId="77777777" w:rsidR="008A6737" w:rsidRPr="008A6737" w:rsidRDefault="008A6737" w:rsidP="008A673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A673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3A447BB" w14:textId="1E23DA1B" w:rsidR="008A6737" w:rsidRPr="008A6737" w:rsidRDefault="008A6737" w:rsidP="008A673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A6737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5C4CD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8A6737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5C4CDA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4060A065" w14:textId="77777777" w:rsidR="008A6737" w:rsidRPr="008A6737" w:rsidRDefault="008A6737" w:rsidP="008A6737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A6737">
        <w:rPr>
          <w:rFonts w:ascii="Corbel" w:hAnsi="Corbel"/>
          <w:i/>
          <w:sz w:val="20"/>
          <w:szCs w:val="20"/>
          <w:lang w:eastAsia="ar-SA"/>
        </w:rPr>
        <w:t>(skrajne daty</w:t>
      </w:r>
      <w:r w:rsidRPr="008A6737">
        <w:rPr>
          <w:rFonts w:ascii="Corbel" w:hAnsi="Corbel"/>
          <w:sz w:val="20"/>
          <w:szCs w:val="20"/>
          <w:lang w:eastAsia="ar-SA"/>
        </w:rPr>
        <w:t>)</w:t>
      </w:r>
    </w:p>
    <w:p w14:paraId="1DE26D74" w14:textId="6777F206" w:rsidR="008A6737" w:rsidRPr="008A6737" w:rsidRDefault="008A6737" w:rsidP="008A673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8A6737">
        <w:rPr>
          <w:rFonts w:ascii="Corbel" w:hAnsi="Corbel"/>
          <w:sz w:val="20"/>
          <w:szCs w:val="20"/>
          <w:lang w:eastAsia="ar-SA"/>
        </w:rPr>
        <w:t>Rok akademicki 202</w:t>
      </w:r>
      <w:r w:rsidR="005C4CDA">
        <w:rPr>
          <w:rFonts w:ascii="Corbel" w:hAnsi="Corbel"/>
          <w:sz w:val="20"/>
          <w:szCs w:val="20"/>
          <w:lang w:eastAsia="ar-SA"/>
        </w:rPr>
        <w:t>6</w:t>
      </w:r>
      <w:r w:rsidRPr="008A6737">
        <w:rPr>
          <w:rFonts w:ascii="Corbel" w:hAnsi="Corbel"/>
          <w:sz w:val="20"/>
          <w:szCs w:val="20"/>
          <w:lang w:eastAsia="ar-SA"/>
        </w:rPr>
        <w:t>/202</w:t>
      </w:r>
      <w:r w:rsidR="005C4CDA">
        <w:rPr>
          <w:rFonts w:ascii="Corbel" w:hAnsi="Corbel"/>
          <w:sz w:val="20"/>
          <w:szCs w:val="20"/>
          <w:lang w:eastAsia="ar-SA"/>
        </w:rPr>
        <w:t>7</w:t>
      </w:r>
    </w:p>
    <w:p w14:paraId="5DAB6C7B" w14:textId="77777777" w:rsidR="0085747A" w:rsidRPr="00686B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686B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6B6A">
        <w:rPr>
          <w:rFonts w:ascii="Corbel" w:hAnsi="Corbel"/>
          <w:szCs w:val="24"/>
        </w:rPr>
        <w:t xml:space="preserve">1. </w:t>
      </w:r>
      <w:r w:rsidR="0085747A" w:rsidRPr="00686B6A">
        <w:rPr>
          <w:rFonts w:ascii="Corbel" w:hAnsi="Corbel"/>
          <w:szCs w:val="24"/>
        </w:rPr>
        <w:t xml:space="preserve">Podstawowe </w:t>
      </w:r>
      <w:r w:rsidR="00445970" w:rsidRPr="00686B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6B6A" w14:paraId="3DC52133" w14:textId="77777777" w:rsidTr="321ECCDE">
        <w:tc>
          <w:tcPr>
            <w:tcW w:w="2694" w:type="dxa"/>
            <w:vAlign w:val="center"/>
          </w:tcPr>
          <w:p w14:paraId="59701564" w14:textId="77777777" w:rsidR="0085747A" w:rsidRPr="00686B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75DD0B" w14:textId="77777777" w:rsidR="0085747A" w:rsidRPr="00686B6A" w:rsidRDefault="4F29A623" w:rsidP="5BFFDEC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86B6A">
              <w:rPr>
                <w:rFonts w:ascii="Corbel" w:hAnsi="Corbel"/>
                <w:bCs/>
                <w:sz w:val="24"/>
                <w:szCs w:val="24"/>
              </w:rPr>
              <w:t>Techniki organizatorskie i decyzyjne</w:t>
            </w:r>
          </w:p>
        </w:tc>
      </w:tr>
      <w:tr w:rsidR="0085747A" w:rsidRPr="00686B6A" w14:paraId="70974114" w14:textId="77777777" w:rsidTr="321ECCDE">
        <w:tc>
          <w:tcPr>
            <w:tcW w:w="2694" w:type="dxa"/>
            <w:vAlign w:val="center"/>
          </w:tcPr>
          <w:p w14:paraId="4CA29152" w14:textId="77777777" w:rsidR="0085747A" w:rsidRPr="00686B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6B6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B88A3F" w14:textId="77777777" w:rsidR="0085747A" w:rsidRPr="00686B6A" w:rsidRDefault="00A23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B6A">
              <w:rPr>
                <w:rFonts w:ascii="Corbel" w:hAnsi="Corbel"/>
                <w:b w:val="0"/>
                <w:sz w:val="24"/>
                <w:szCs w:val="24"/>
              </w:rPr>
              <w:t>ASO 29</w:t>
            </w:r>
          </w:p>
        </w:tc>
      </w:tr>
      <w:tr w:rsidR="0085747A" w:rsidRPr="00686B6A" w14:paraId="5C0172EC" w14:textId="77777777" w:rsidTr="321ECCDE">
        <w:tc>
          <w:tcPr>
            <w:tcW w:w="2694" w:type="dxa"/>
            <w:vAlign w:val="center"/>
          </w:tcPr>
          <w:p w14:paraId="249A5C16" w14:textId="26952884" w:rsidR="0085747A" w:rsidRPr="00686B6A" w:rsidRDefault="00056C6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86B6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6B6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397401A2" w:rsidR="0085747A" w:rsidRPr="00686B6A" w:rsidRDefault="005C4CDA" w:rsidP="5BFFD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4CDA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023842" w:rsidRPr="00686B6A" w14:paraId="5932BC14" w14:textId="77777777" w:rsidTr="00C37AD9">
        <w:tc>
          <w:tcPr>
            <w:tcW w:w="2694" w:type="dxa"/>
            <w:vAlign w:val="center"/>
          </w:tcPr>
          <w:p w14:paraId="0A39E105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558D9E" w14:textId="5BDAD1EB" w:rsidR="00023842" w:rsidRPr="00686B6A" w:rsidRDefault="00DD3070" w:rsidP="00C37AD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1ADF">
              <w:rPr>
                <w:rFonts w:ascii="Corbel" w:hAnsi="Corbel"/>
                <w:sz w:val="24"/>
                <w:szCs w:val="24"/>
              </w:rPr>
              <w:t>Katedra Nauki Administracji</w:t>
            </w:r>
          </w:p>
        </w:tc>
      </w:tr>
      <w:tr w:rsidR="00023842" w:rsidRPr="00686B6A" w14:paraId="4E59D465" w14:textId="77777777" w:rsidTr="321ECCDE">
        <w:tc>
          <w:tcPr>
            <w:tcW w:w="2694" w:type="dxa"/>
            <w:vAlign w:val="center"/>
          </w:tcPr>
          <w:p w14:paraId="4B835047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8C13AEF" w14:textId="77777777" w:rsidR="00023842" w:rsidRPr="00686B6A" w:rsidRDefault="00023842" w:rsidP="000238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="00023842" w:rsidRPr="00686B6A" w14:paraId="11529C0C" w14:textId="77777777" w:rsidTr="321ECCDE">
        <w:tc>
          <w:tcPr>
            <w:tcW w:w="2694" w:type="dxa"/>
            <w:vAlign w:val="center"/>
          </w:tcPr>
          <w:p w14:paraId="448A1CED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1C90E256" w14:textId="77777777" w:rsidR="00023842" w:rsidRPr="00686B6A" w:rsidRDefault="00023842" w:rsidP="000238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023842" w:rsidRPr="00686B6A" w14:paraId="3A488BE5" w14:textId="77777777" w:rsidTr="321ECCDE">
        <w:tc>
          <w:tcPr>
            <w:tcW w:w="2694" w:type="dxa"/>
            <w:vAlign w:val="center"/>
          </w:tcPr>
          <w:p w14:paraId="04C0481C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37EEED7E" w14:textId="77777777" w:rsidR="00023842" w:rsidRPr="00686B6A" w:rsidRDefault="00410A0C" w:rsidP="00023842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/>
                <w:sz w:val="24"/>
                <w:szCs w:val="24"/>
              </w:rPr>
              <w:t>Og</w:t>
            </w:r>
            <w:r w:rsidR="2916B63E" w:rsidRPr="00686B6A">
              <w:rPr>
                <w:rFonts w:ascii="Corbel" w:hAnsi="Corbel"/>
                <w:sz w:val="24"/>
                <w:szCs w:val="24"/>
              </w:rPr>
              <w:t>ó</w:t>
            </w:r>
            <w:r w:rsidRPr="00686B6A">
              <w:rPr>
                <w:rFonts w:ascii="Corbel" w:hAnsi="Corbel"/>
                <w:sz w:val="24"/>
                <w:szCs w:val="24"/>
              </w:rPr>
              <w:t>lnoakademicki</w:t>
            </w:r>
            <w:proofErr w:type="spellEnd"/>
          </w:p>
        </w:tc>
      </w:tr>
      <w:tr w:rsidR="00023842" w:rsidRPr="00686B6A" w14:paraId="5C70B2EB" w14:textId="77777777" w:rsidTr="321ECCDE">
        <w:tc>
          <w:tcPr>
            <w:tcW w:w="2694" w:type="dxa"/>
            <w:vAlign w:val="center"/>
          </w:tcPr>
          <w:p w14:paraId="7C3992E0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56B68402" w14:textId="77777777" w:rsidR="00023842" w:rsidRPr="00686B6A" w:rsidRDefault="00DE6097" w:rsidP="000238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S</w:t>
            </w:r>
            <w:r w:rsidR="00023842" w:rsidRPr="00686B6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023842" w:rsidRPr="00686B6A" w14:paraId="6FBD7E9B" w14:textId="77777777" w:rsidTr="321ECCDE">
        <w:tc>
          <w:tcPr>
            <w:tcW w:w="2694" w:type="dxa"/>
            <w:vAlign w:val="center"/>
          </w:tcPr>
          <w:p w14:paraId="47AAF248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7A2C20D" w14:textId="77777777" w:rsidR="00023842" w:rsidRPr="00686B6A" w:rsidRDefault="006B5573" w:rsidP="001E04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Rok </w:t>
            </w:r>
            <w:r w:rsidR="6FD7338A" w:rsidRPr="00686B6A">
              <w:rPr>
                <w:rFonts w:ascii="Corbel" w:hAnsi="Corbel"/>
                <w:sz w:val="24"/>
                <w:szCs w:val="24"/>
              </w:rPr>
              <w:t>II</w:t>
            </w:r>
            <w:r w:rsidR="6134C182" w:rsidRPr="00686B6A">
              <w:rPr>
                <w:rFonts w:ascii="Corbel" w:hAnsi="Corbel"/>
                <w:sz w:val="24"/>
                <w:szCs w:val="24"/>
              </w:rPr>
              <w:t xml:space="preserve"> /</w:t>
            </w:r>
            <w:r w:rsidR="001E0407" w:rsidRPr="00686B6A">
              <w:rPr>
                <w:rFonts w:ascii="Corbel" w:hAnsi="Corbel"/>
                <w:sz w:val="24"/>
                <w:szCs w:val="24"/>
              </w:rPr>
              <w:t xml:space="preserve"> semestr 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23842" w:rsidRPr="00686B6A" w14:paraId="1F36C07E" w14:textId="77777777" w:rsidTr="321ECCDE">
        <w:tc>
          <w:tcPr>
            <w:tcW w:w="2694" w:type="dxa"/>
            <w:vAlign w:val="center"/>
          </w:tcPr>
          <w:p w14:paraId="5863A118" w14:textId="77777777" w:rsidR="00023842" w:rsidRPr="00686B6A" w:rsidRDefault="00023842" w:rsidP="000238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B16EA4C" w14:textId="77777777" w:rsidR="00023842" w:rsidRPr="00686B6A" w:rsidRDefault="00C462E7" w:rsidP="000238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="00023842" w:rsidRPr="00686B6A" w14:paraId="26EB6C12" w14:textId="77777777" w:rsidTr="321ECCDE">
        <w:tc>
          <w:tcPr>
            <w:tcW w:w="2694" w:type="dxa"/>
            <w:vAlign w:val="center"/>
          </w:tcPr>
          <w:p w14:paraId="13A990D4" w14:textId="77777777" w:rsidR="00023842" w:rsidRPr="00686B6A" w:rsidRDefault="00023842" w:rsidP="000238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023842" w:rsidRPr="00686B6A" w:rsidRDefault="008A09DB" w:rsidP="000238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B6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3842" w:rsidRPr="00686B6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93AFB" w:rsidRPr="00686B6A" w14:paraId="14F04151" w14:textId="77777777" w:rsidTr="321ECCDE">
        <w:tc>
          <w:tcPr>
            <w:tcW w:w="2694" w:type="dxa"/>
            <w:vAlign w:val="center"/>
          </w:tcPr>
          <w:p w14:paraId="69C2AF6E" w14:textId="77777777" w:rsidR="00F93AFB" w:rsidRPr="00686B6A" w:rsidRDefault="00F93AFB" w:rsidP="00F93A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CAD2D" w14:textId="24D49226" w:rsidR="00F93AFB" w:rsidRPr="00686B6A" w:rsidRDefault="00056C60" w:rsidP="00F93A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93AFB" w:rsidRPr="00686B6A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F93AFB" w:rsidRPr="00686B6A" w14:paraId="4188D581" w14:textId="77777777" w:rsidTr="321ECCDE">
        <w:tc>
          <w:tcPr>
            <w:tcW w:w="2694" w:type="dxa"/>
            <w:vAlign w:val="center"/>
          </w:tcPr>
          <w:p w14:paraId="471FE442" w14:textId="77777777" w:rsidR="00F93AFB" w:rsidRPr="00686B6A" w:rsidRDefault="00F93AFB" w:rsidP="00F93A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90DB61" w14:textId="7586028A" w:rsidR="00F93AFB" w:rsidRPr="00686B6A" w:rsidRDefault="00056C60" w:rsidP="00F93A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5C4CDA">
              <w:rPr>
                <w:rFonts w:ascii="Corbel" w:hAnsi="Corbel"/>
                <w:b w:val="0"/>
                <w:sz w:val="24"/>
                <w:szCs w:val="24"/>
              </w:rPr>
              <w:t>gr Dominika Nowak</w:t>
            </w:r>
          </w:p>
        </w:tc>
      </w:tr>
    </w:tbl>
    <w:p w14:paraId="4DE066A3" w14:textId="6E6E64DD" w:rsidR="0085747A" w:rsidRDefault="0085747A" w:rsidP="00056C60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321ECCDE">
        <w:rPr>
          <w:rFonts w:ascii="Corbel" w:hAnsi="Corbel"/>
          <w:sz w:val="24"/>
          <w:szCs w:val="24"/>
        </w:rPr>
        <w:t xml:space="preserve">* </w:t>
      </w:r>
      <w:r w:rsidRPr="321ECCDE">
        <w:rPr>
          <w:rFonts w:ascii="Corbel" w:hAnsi="Corbel"/>
          <w:i/>
          <w:iCs/>
          <w:sz w:val="24"/>
          <w:szCs w:val="24"/>
        </w:rPr>
        <w:t>-</w:t>
      </w:r>
      <w:r w:rsidR="00B90885" w:rsidRPr="321ECCDE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321ECCDE">
        <w:rPr>
          <w:rFonts w:ascii="Corbel" w:hAnsi="Corbel"/>
          <w:b w:val="0"/>
          <w:sz w:val="24"/>
          <w:szCs w:val="24"/>
        </w:rPr>
        <w:t>e,</w:t>
      </w:r>
      <w:r w:rsidR="03B052FB" w:rsidRPr="321ECCDE">
        <w:rPr>
          <w:rFonts w:ascii="Corbel" w:hAnsi="Corbel"/>
          <w:b w:val="0"/>
          <w:sz w:val="24"/>
          <w:szCs w:val="24"/>
        </w:rPr>
        <w:t xml:space="preserve"> </w:t>
      </w:r>
      <w:r w:rsidRPr="321ECCDE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321ECCD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53D62EC5" w14:textId="77777777" w:rsidR="00056C60" w:rsidRPr="00686B6A" w:rsidRDefault="00056C60" w:rsidP="00056C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6CBFDDB7" w:rsidR="0085747A" w:rsidRPr="00686B6A" w:rsidRDefault="0085747A" w:rsidP="00056C60">
      <w:pPr>
        <w:pStyle w:val="Podpunkty"/>
        <w:ind w:left="284"/>
        <w:rPr>
          <w:rFonts w:ascii="Corbel" w:hAnsi="Corbel"/>
          <w:sz w:val="24"/>
          <w:szCs w:val="24"/>
        </w:rPr>
      </w:pPr>
      <w:r w:rsidRPr="00686B6A">
        <w:rPr>
          <w:rFonts w:ascii="Corbel" w:hAnsi="Corbel"/>
          <w:sz w:val="24"/>
          <w:szCs w:val="24"/>
        </w:rPr>
        <w:t>1.</w:t>
      </w:r>
      <w:r w:rsidR="00E22FBC" w:rsidRPr="00686B6A">
        <w:rPr>
          <w:rFonts w:ascii="Corbel" w:hAnsi="Corbel"/>
          <w:sz w:val="24"/>
          <w:szCs w:val="24"/>
        </w:rPr>
        <w:t>1</w:t>
      </w:r>
      <w:r w:rsidRPr="00686B6A">
        <w:rPr>
          <w:rFonts w:ascii="Corbel" w:hAnsi="Corbel"/>
          <w:sz w:val="24"/>
          <w:szCs w:val="24"/>
        </w:rPr>
        <w:t>.</w:t>
      </w:r>
      <w:r w:rsidR="00056C60">
        <w:rPr>
          <w:rFonts w:ascii="Corbel" w:hAnsi="Corbel"/>
          <w:sz w:val="24"/>
          <w:szCs w:val="24"/>
        </w:rPr>
        <w:t xml:space="preserve"> </w:t>
      </w:r>
      <w:r w:rsidRPr="00686B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A05A809" w14:textId="77777777" w:rsidR="00923D7D" w:rsidRPr="00686B6A" w:rsidRDefault="00923D7D" w:rsidP="00056C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686B6A" w14:paraId="4A00F406" w14:textId="77777777" w:rsidTr="5BFFDEC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86B6A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686B6A" w:rsidRDefault="002B5EA0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86B6A">
              <w:rPr>
                <w:rFonts w:ascii="Corbel" w:hAnsi="Corbel"/>
                <w:szCs w:val="24"/>
              </w:rPr>
              <w:t>(</w:t>
            </w:r>
            <w:r w:rsidR="00363F78" w:rsidRPr="00686B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B6A">
              <w:rPr>
                <w:rFonts w:ascii="Corbel" w:hAnsi="Corbel"/>
                <w:szCs w:val="24"/>
              </w:rPr>
              <w:t>Wykł</w:t>
            </w:r>
            <w:proofErr w:type="spellEnd"/>
            <w:r w:rsidRPr="00686B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86B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B6A">
              <w:rPr>
                <w:rFonts w:ascii="Corbel" w:hAnsi="Corbel"/>
                <w:szCs w:val="24"/>
              </w:rPr>
              <w:t>Konw</w:t>
            </w:r>
            <w:proofErr w:type="spellEnd"/>
            <w:r w:rsidRPr="00686B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86B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B6A">
              <w:rPr>
                <w:rFonts w:ascii="Corbel" w:hAnsi="Corbel"/>
                <w:szCs w:val="24"/>
              </w:rPr>
              <w:t>Sem</w:t>
            </w:r>
            <w:proofErr w:type="spellEnd"/>
            <w:r w:rsidRPr="00686B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86B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B6A">
              <w:rPr>
                <w:rFonts w:ascii="Corbel" w:hAnsi="Corbel"/>
                <w:szCs w:val="24"/>
              </w:rPr>
              <w:t>Prakt</w:t>
            </w:r>
            <w:proofErr w:type="spellEnd"/>
            <w:r w:rsidRPr="00686B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86B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686B6A" w:rsidRDefault="00015B8F" w:rsidP="00056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6B6A">
              <w:rPr>
                <w:rFonts w:ascii="Corbel" w:hAnsi="Corbel"/>
                <w:b/>
                <w:szCs w:val="24"/>
              </w:rPr>
              <w:t>Liczba pkt</w:t>
            </w:r>
            <w:r w:rsidR="00B90885" w:rsidRPr="00686B6A">
              <w:rPr>
                <w:rFonts w:ascii="Corbel" w:hAnsi="Corbel"/>
                <w:b/>
                <w:szCs w:val="24"/>
              </w:rPr>
              <w:t>.</w:t>
            </w:r>
            <w:r w:rsidRPr="00686B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6B6A" w14:paraId="63C69E3F" w14:textId="77777777" w:rsidTr="009057BC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686B6A" w:rsidRDefault="00F93AFB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686B6A" w:rsidRDefault="00410A0C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686B6A" w:rsidRDefault="00015B8F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686B6A" w:rsidRDefault="00AE3EB4" w:rsidP="00056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686B6A" w:rsidRDefault="00923D7D" w:rsidP="00056C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61CECD39" w:rsidR="0085747A" w:rsidRDefault="0085747A" w:rsidP="00056C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86B6A">
        <w:rPr>
          <w:rFonts w:ascii="Corbel" w:hAnsi="Corbel"/>
          <w:smallCaps w:val="0"/>
          <w:szCs w:val="24"/>
        </w:rPr>
        <w:t>1.</w:t>
      </w:r>
      <w:r w:rsidR="00E22FBC" w:rsidRPr="00686B6A">
        <w:rPr>
          <w:rFonts w:ascii="Corbel" w:hAnsi="Corbel"/>
          <w:smallCaps w:val="0"/>
          <w:szCs w:val="24"/>
        </w:rPr>
        <w:t>2</w:t>
      </w:r>
      <w:r w:rsidR="00F83B28" w:rsidRPr="00686B6A">
        <w:rPr>
          <w:rFonts w:ascii="Corbel" w:hAnsi="Corbel"/>
          <w:smallCaps w:val="0"/>
          <w:szCs w:val="24"/>
        </w:rPr>
        <w:t>.</w:t>
      </w:r>
      <w:r w:rsidR="00F83B28" w:rsidRPr="00686B6A">
        <w:rPr>
          <w:rFonts w:ascii="Corbel" w:hAnsi="Corbel"/>
          <w:smallCaps w:val="0"/>
          <w:szCs w:val="24"/>
        </w:rPr>
        <w:tab/>
      </w:r>
      <w:r w:rsidRPr="00686B6A">
        <w:rPr>
          <w:rFonts w:ascii="Corbel" w:hAnsi="Corbel"/>
          <w:smallCaps w:val="0"/>
          <w:szCs w:val="24"/>
        </w:rPr>
        <w:t>Sposób realizacji zajęć</w:t>
      </w:r>
    </w:p>
    <w:p w14:paraId="0CA79C51" w14:textId="77777777" w:rsidR="00056C60" w:rsidRPr="00686B6A" w:rsidRDefault="00056C60" w:rsidP="00056C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1988DE1" w14:textId="43CFD65F" w:rsidR="0085747A" w:rsidRPr="00686B6A" w:rsidRDefault="00056C60" w:rsidP="00056C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="00023842" w:rsidRPr="00056C60">
        <w:rPr>
          <w:rFonts w:ascii="Corbel" w:eastAsia="MS Gothic" w:hAnsi="Corbel" w:cs="MS Gothic"/>
          <w:bCs/>
          <w:szCs w:val="24"/>
        </w:rPr>
        <w:t>x</w:t>
      </w:r>
      <w:r w:rsidR="0085747A" w:rsidRPr="00686B6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6B6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85747A" w:rsidRPr="00686B6A" w:rsidRDefault="007E5F9F" w:rsidP="00056C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6B6A">
        <w:rPr>
          <w:rFonts w:ascii="Corbel" w:eastAsia="MS Gothic" w:hAnsi="MS Gothic" w:cs="MS Gothic"/>
          <w:szCs w:val="24"/>
        </w:rPr>
        <w:t>☐</w:t>
      </w:r>
      <w:r w:rsidR="0085747A" w:rsidRPr="00686B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686B6A" w:rsidRDefault="0085747A" w:rsidP="00056C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0B045E5" w:rsidR="00E22FBC" w:rsidRPr="00686B6A" w:rsidRDefault="00E22FBC" w:rsidP="00056C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1ECCDE">
        <w:rPr>
          <w:rFonts w:ascii="Corbel" w:hAnsi="Corbel"/>
          <w:smallCaps w:val="0"/>
        </w:rPr>
        <w:t>1.3</w:t>
      </w:r>
      <w:r w:rsidR="00056C60">
        <w:rPr>
          <w:rFonts w:ascii="Corbel" w:hAnsi="Corbel"/>
          <w:smallCaps w:val="0"/>
        </w:rPr>
        <w:t>.</w:t>
      </w:r>
      <w:r w:rsidRPr="321ECCDE">
        <w:rPr>
          <w:rFonts w:ascii="Corbel" w:hAnsi="Corbel"/>
          <w:smallCaps w:val="0"/>
        </w:rPr>
        <w:t xml:space="preserve"> For</w:t>
      </w:r>
      <w:r w:rsidR="00445970" w:rsidRPr="321ECCDE">
        <w:rPr>
          <w:rFonts w:ascii="Corbel" w:hAnsi="Corbel"/>
          <w:smallCaps w:val="0"/>
        </w:rPr>
        <w:t xml:space="preserve">ma zaliczenia przedmiotu </w:t>
      </w:r>
      <w:r w:rsidRPr="321ECCDE">
        <w:rPr>
          <w:rFonts w:ascii="Corbel" w:hAnsi="Corbel"/>
          <w:smallCaps w:val="0"/>
        </w:rPr>
        <w:t xml:space="preserve">(z toku) </w:t>
      </w:r>
      <w:r w:rsidRPr="321ECCDE">
        <w:rPr>
          <w:rFonts w:ascii="Corbel" w:hAnsi="Corbel"/>
          <w:b w:val="0"/>
          <w:smallCaps w:val="0"/>
        </w:rPr>
        <w:t>(egzamin, zaliczenie z oceną, zaliczenie bez oceny)</w:t>
      </w:r>
    </w:p>
    <w:p w14:paraId="295E36CB" w14:textId="67FF77E7" w:rsidR="321ECCDE" w:rsidRDefault="321ECCDE" w:rsidP="00056C6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6BB0E224" w14:textId="68F2680C" w:rsidR="00023842" w:rsidRPr="00686B6A" w:rsidRDefault="00056C60" w:rsidP="00056C60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 - z</w:t>
      </w:r>
      <w:r w:rsidR="00023842" w:rsidRPr="00686B6A">
        <w:rPr>
          <w:rFonts w:ascii="Corbel" w:eastAsia="Cambria" w:hAnsi="Corbel"/>
          <w:sz w:val="24"/>
          <w:szCs w:val="24"/>
        </w:rPr>
        <w:t>aliczenie z oceną</w:t>
      </w:r>
    </w:p>
    <w:p w14:paraId="3656B9AB" w14:textId="77777777" w:rsidR="009D1BDB" w:rsidRPr="00686B6A" w:rsidRDefault="009D1BDB" w:rsidP="00056C60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EEFA5F3" w:rsidR="00E960BB" w:rsidRPr="00686B6A" w:rsidRDefault="0085747A" w:rsidP="00056C60">
      <w:pPr>
        <w:pStyle w:val="Punktygwne"/>
        <w:spacing w:before="0" w:after="0"/>
        <w:rPr>
          <w:rFonts w:ascii="Corbel" w:hAnsi="Corbel"/>
          <w:szCs w:val="24"/>
        </w:rPr>
      </w:pPr>
      <w:r w:rsidRPr="00686B6A">
        <w:rPr>
          <w:rFonts w:ascii="Corbel" w:hAnsi="Corbel"/>
          <w:szCs w:val="24"/>
        </w:rPr>
        <w:t>2.</w:t>
      </w:r>
      <w:r w:rsidR="00056C60">
        <w:rPr>
          <w:rFonts w:ascii="Corbel" w:hAnsi="Corbel"/>
          <w:szCs w:val="24"/>
        </w:rPr>
        <w:t xml:space="preserve"> </w:t>
      </w:r>
      <w:r w:rsidRPr="00686B6A">
        <w:rPr>
          <w:rFonts w:ascii="Corbel" w:hAnsi="Corbel"/>
          <w:szCs w:val="24"/>
        </w:rPr>
        <w:t xml:space="preserve">Wymagania wstępne </w:t>
      </w:r>
    </w:p>
    <w:p w14:paraId="45FB0818" w14:textId="3899CA38" w:rsidR="5BFFDEC0" w:rsidRPr="00686B6A" w:rsidRDefault="5BFFDEC0" w:rsidP="00056C6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686B6A" w14:paraId="6B823BEF" w14:textId="77777777" w:rsidTr="00056C60">
        <w:tc>
          <w:tcPr>
            <w:tcW w:w="9386" w:type="dxa"/>
          </w:tcPr>
          <w:p w14:paraId="3ADE1D4F" w14:textId="77777777" w:rsidR="000410E5" w:rsidRPr="00686B6A" w:rsidRDefault="000410E5" w:rsidP="00056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14:paraId="726A7164" w14:textId="3DC5DECE" w:rsidR="009D1BDB" w:rsidRPr="00686B6A" w:rsidRDefault="235623C9" w:rsidP="00056C60">
            <w:pPr>
              <w:pStyle w:val="Punktygwne"/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</w:rPr>
            </w:pPr>
            <w:r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•</w:t>
            </w:r>
            <w:r w:rsidR="000410E5">
              <w:tab/>
            </w:r>
            <w:r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wiedzę dotycząca</w:t>
            </w:r>
            <w:r w:rsidR="559E77FF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mechanizmów </w:t>
            </w:r>
            <w:r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funkcjon</w:t>
            </w:r>
            <w:r w:rsidR="73FA4534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owania administracji publicznej</w:t>
            </w:r>
          </w:p>
          <w:p w14:paraId="10658056" w14:textId="77777777" w:rsidR="0085747A" w:rsidRPr="00686B6A" w:rsidRDefault="000410E5" w:rsidP="00056C60">
            <w:pPr>
              <w:pStyle w:val="Punktygwne"/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zdolność log</w:t>
            </w:r>
            <w:r w:rsidR="004B1203"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icznego myślenia i wnioskowania</w:t>
            </w:r>
          </w:p>
        </w:tc>
      </w:tr>
    </w:tbl>
    <w:p w14:paraId="36A834BB" w14:textId="77777777" w:rsidR="00056C60" w:rsidRDefault="00056C60" w:rsidP="321ECCDE">
      <w:pPr>
        <w:pStyle w:val="Punktygwne"/>
        <w:spacing w:before="0" w:after="0"/>
        <w:rPr>
          <w:rFonts w:ascii="Corbel" w:hAnsi="Corbel"/>
        </w:rPr>
      </w:pPr>
    </w:p>
    <w:p w14:paraId="6DC63DC8" w14:textId="693D132C" w:rsidR="00056C60" w:rsidRDefault="00056C60">
      <w:pPr>
        <w:spacing w:after="0" w:line="240" w:lineRule="auto"/>
        <w:rPr>
          <w:rFonts w:ascii="Corbel" w:hAnsi="Corbel"/>
          <w:b/>
          <w:smallCaps/>
          <w:sz w:val="24"/>
        </w:rPr>
      </w:pPr>
    </w:p>
    <w:p w14:paraId="469B63C5" w14:textId="67156004" w:rsidR="0085747A" w:rsidRPr="00686B6A" w:rsidRDefault="0071620A" w:rsidP="321ECCDE">
      <w:pPr>
        <w:pStyle w:val="Punktygwne"/>
        <w:spacing w:before="0" w:after="0"/>
        <w:rPr>
          <w:rFonts w:ascii="Corbel" w:hAnsi="Corbel"/>
        </w:rPr>
      </w:pPr>
      <w:r w:rsidRPr="321ECCDE">
        <w:rPr>
          <w:rFonts w:ascii="Corbel" w:hAnsi="Corbel"/>
        </w:rPr>
        <w:t>3.</w:t>
      </w:r>
      <w:r w:rsidR="00056C60">
        <w:rPr>
          <w:rFonts w:ascii="Corbel" w:hAnsi="Corbel"/>
        </w:rPr>
        <w:t xml:space="preserve"> </w:t>
      </w:r>
      <w:r w:rsidR="00A84C85" w:rsidRPr="321ECCDE">
        <w:rPr>
          <w:rFonts w:ascii="Corbel" w:hAnsi="Corbel"/>
        </w:rPr>
        <w:t>cele, efekty uczenia się</w:t>
      </w:r>
      <w:r w:rsidR="0085747A" w:rsidRPr="321ECCDE">
        <w:rPr>
          <w:rFonts w:ascii="Corbel" w:hAnsi="Corbel"/>
        </w:rPr>
        <w:t>, treści Programowe i stosowane metody Dydaktyczne</w:t>
      </w:r>
    </w:p>
    <w:p w14:paraId="4101652C" w14:textId="77777777" w:rsidR="0085747A" w:rsidRPr="00686B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686B6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6B6A">
        <w:rPr>
          <w:rFonts w:ascii="Corbel" w:hAnsi="Corbel"/>
          <w:sz w:val="24"/>
          <w:szCs w:val="24"/>
        </w:rPr>
        <w:t xml:space="preserve">3.1 </w:t>
      </w:r>
      <w:r w:rsidR="00C05F44" w:rsidRPr="00686B6A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056C6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10E5" w:rsidRPr="00686B6A" w14:paraId="7A826666" w14:textId="77777777" w:rsidTr="321ECCDE">
        <w:tc>
          <w:tcPr>
            <w:tcW w:w="851" w:type="dxa"/>
            <w:vAlign w:val="center"/>
          </w:tcPr>
          <w:p w14:paraId="5372B5A4" w14:textId="24D0CFBB" w:rsidR="000410E5" w:rsidRPr="00686B6A" w:rsidRDefault="000410E5" w:rsidP="00056C6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86B6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F33613" w14:textId="578020D8" w:rsidR="000410E5" w:rsidRPr="00686B6A" w:rsidRDefault="7DCDEEB8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21ECCDE">
              <w:rPr>
                <w:rFonts w:ascii="Corbel" w:hAnsi="Corbel"/>
                <w:sz w:val="24"/>
                <w:szCs w:val="24"/>
              </w:rPr>
              <w:t xml:space="preserve">Przekazanie studentowi wiedzy z zakresu </w:t>
            </w:r>
            <w:r w:rsidR="235623C9" w:rsidRPr="321ECCDE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="78BC690E" w:rsidRPr="321ECCDE">
              <w:rPr>
                <w:rFonts w:ascii="Corbel" w:hAnsi="Corbel"/>
                <w:sz w:val="24"/>
                <w:szCs w:val="24"/>
              </w:rPr>
              <w:t>technik decyzyjnych i organizatorskich w administracji publicznej.</w:t>
            </w:r>
          </w:p>
        </w:tc>
      </w:tr>
      <w:tr w:rsidR="000410E5" w:rsidRPr="00686B6A" w14:paraId="7EA59A6B" w14:textId="77777777" w:rsidTr="321ECCDE">
        <w:tc>
          <w:tcPr>
            <w:tcW w:w="851" w:type="dxa"/>
            <w:vAlign w:val="center"/>
          </w:tcPr>
          <w:p w14:paraId="550CF7E8" w14:textId="77777777" w:rsidR="000410E5" w:rsidRPr="00686B6A" w:rsidRDefault="000410E5" w:rsidP="00056C6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77E6BD1" w14:textId="3DF604AA" w:rsidR="000410E5" w:rsidRPr="00686B6A" w:rsidRDefault="235623C9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21ECCDE">
              <w:rPr>
                <w:rFonts w:ascii="Corbel" w:hAnsi="Corbel"/>
                <w:sz w:val="24"/>
                <w:szCs w:val="24"/>
              </w:rPr>
              <w:t>Student powinien nabyć umiejętności identyfikacji</w:t>
            </w:r>
            <w:r w:rsidR="2D59D792" w:rsidRPr="321ECCDE">
              <w:rPr>
                <w:rFonts w:ascii="Corbel" w:hAnsi="Corbel"/>
                <w:sz w:val="24"/>
                <w:szCs w:val="24"/>
              </w:rPr>
              <w:t xml:space="preserve"> </w:t>
            </w:r>
            <w:r w:rsidR="0ED3B6BE" w:rsidRPr="321ECCDE">
              <w:rPr>
                <w:rFonts w:ascii="Corbel" w:hAnsi="Corbel"/>
                <w:sz w:val="24"/>
                <w:szCs w:val="24"/>
              </w:rPr>
              <w:t>problemów związanych z procesem podejmowania decyzji.</w:t>
            </w:r>
          </w:p>
        </w:tc>
      </w:tr>
    </w:tbl>
    <w:p w14:paraId="1299C43A" w14:textId="77777777" w:rsidR="0085747A" w:rsidRPr="00686B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686B6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6B6A">
        <w:rPr>
          <w:rFonts w:ascii="Corbel" w:hAnsi="Corbel"/>
          <w:b/>
          <w:sz w:val="24"/>
          <w:szCs w:val="24"/>
        </w:rPr>
        <w:t xml:space="preserve">3.2 </w:t>
      </w:r>
      <w:r w:rsidR="001D7B54" w:rsidRPr="00686B6A">
        <w:rPr>
          <w:rFonts w:ascii="Corbel" w:hAnsi="Corbel"/>
          <w:b/>
          <w:sz w:val="24"/>
          <w:szCs w:val="24"/>
        </w:rPr>
        <w:t xml:space="preserve">Efekty </w:t>
      </w:r>
      <w:r w:rsidR="00C05F44" w:rsidRPr="00686B6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6B6A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686B6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686B6A" w14:paraId="61F38664" w14:textId="77777777" w:rsidTr="00056C60">
        <w:tc>
          <w:tcPr>
            <w:tcW w:w="1418" w:type="dxa"/>
            <w:vAlign w:val="center"/>
          </w:tcPr>
          <w:p w14:paraId="41C145ED" w14:textId="77777777" w:rsidR="0085747A" w:rsidRPr="00686B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6B6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6B6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1DEC5602" w14:textId="77777777" w:rsidR="0085747A" w:rsidRPr="00686B6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1F352D2E" w14:textId="77777777" w:rsidR="0085747A" w:rsidRPr="00686B6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6B6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279D" w:rsidRPr="00686B6A" w14:paraId="79EDBB34" w14:textId="77777777" w:rsidTr="00056C60">
        <w:tc>
          <w:tcPr>
            <w:tcW w:w="1418" w:type="dxa"/>
          </w:tcPr>
          <w:p w14:paraId="4FCA5964" w14:textId="77777777" w:rsidR="004F279D" w:rsidRPr="00686B6A" w:rsidRDefault="004F279D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E0834" w:rsidRPr="00686B6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520" w:type="dxa"/>
          </w:tcPr>
          <w:p w14:paraId="2E54F883" w14:textId="77777777" w:rsidR="005D652A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7ED663CD" w:rsidRPr="00686B6A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732" w:type="dxa"/>
          </w:tcPr>
          <w:p w14:paraId="3461D779" w14:textId="651F4409" w:rsidR="00AF472C" w:rsidRPr="00686B6A" w:rsidRDefault="00AF472C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769C3" w:rsidRPr="00686B6A" w14:paraId="5CE49331" w14:textId="77777777" w:rsidTr="00056C60">
        <w:tc>
          <w:tcPr>
            <w:tcW w:w="1418" w:type="dxa"/>
          </w:tcPr>
          <w:p w14:paraId="56A76B19" w14:textId="77777777" w:rsidR="002769C3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27907BBF" w14:textId="77777777" w:rsidR="002769C3" w:rsidRPr="00686B6A" w:rsidRDefault="00153BAB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Student ma podstawową wiedzę o relacjach między strukturami i instytucjami administracji publicznej;</w:t>
            </w:r>
          </w:p>
        </w:tc>
        <w:tc>
          <w:tcPr>
            <w:tcW w:w="1732" w:type="dxa"/>
          </w:tcPr>
          <w:p w14:paraId="79569C6D" w14:textId="77777777" w:rsidR="002769C3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44FE4" w:rsidRPr="00686B6A" w14:paraId="58C95FF5" w14:textId="77777777" w:rsidTr="00056C60">
        <w:tc>
          <w:tcPr>
            <w:tcW w:w="1418" w:type="dxa"/>
          </w:tcPr>
          <w:p w14:paraId="41960800" w14:textId="77777777" w:rsidR="00444FE4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C88A8E4" w14:textId="77777777" w:rsidR="00444FE4" w:rsidRPr="00686B6A" w:rsidRDefault="2CBED55B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Student zna podstawową terminologię z zakresu </w:t>
            </w:r>
            <w:r w:rsidR="43343A72" w:rsidRPr="00686B6A">
              <w:rPr>
                <w:rFonts w:ascii="Corbel" w:hAnsi="Corbel"/>
                <w:b w:val="0"/>
                <w:smallCaps w:val="0"/>
                <w:szCs w:val="24"/>
              </w:rPr>
              <w:t>procesu d</w:t>
            </w:r>
            <w:r w:rsidR="5A1F59E8" w:rsidRPr="00686B6A">
              <w:rPr>
                <w:rFonts w:ascii="Corbel" w:hAnsi="Corbel"/>
                <w:b w:val="0"/>
                <w:smallCaps w:val="0"/>
                <w:szCs w:val="24"/>
              </w:rPr>
              <w:t>ecyzyjnego i organizatorskiego.</w:t>
            </w:r>
          </w:p>
        </w:tc>
        <w:tc>
          <w:tcPr>
            <w:tcW w:w="1732" w:type="dxa"/>
          </w:tcPr>
          <w:p w14:paraId="3FB25131" w14:textId="77777777" w:rsidR="00444FE4" w:rsidRPr="00686B6A" w:rsidRDefault="00444FE4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F5EBB" w:rsidRPr="00686B6A" w14:paraId="2D5FBDE0" w14:textId="77777777" w:rsidTr="00056C60">
        <w:tc>
          <w:tcPr>
            <w:tcW w:w="1418" w:type="dxa"/>
          </w:tcPr>
          <w:p w14:paraId="78C3198C" w14:textId="77777777" w:rsidR="003F5EBB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00A84359" w14:textId="77777777" w:rsidR="005B16FD" w:rsidRPr="00686B6A" w:rsidRDefault="38EE3E9B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5B2944AE" w:rsidRPr="00686B6A">
              <w:rPr>
                <w:rFonts w:ascii="Corbel" w:hAnsi="Corbel"/>
                <w:b w:val="0"/>
                <w:smallCaps w:val="0"/>
                <w:szCs w:val="24"/>
              </w:rPr>
              <w:t>zna i rozumie metody i narzędzia</w:t>
            </w:r>
            <w:r w:rsidR="031BA8D1"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, w tym technikach </w:t>
            </w:r>
            <w:r w:rsidR="5B2944AE" w:rsidRPr="00686B6A">
              <w:rPr>
                <w:rFonts w:ascii="Corbel" w:hAnsi="Corbel"/>
                <w:b w:val="0"/>
                <w:smallCaps w:val="0"/>
                <w:szCs w:val="24"/>
              </w:rPr>
              <w:t>pozyskiwania danych właściwe dla nauk administracyjnych pozwalające opisywać organy administracji publicznej, ich struktury oraz zasady działania;</w:t>
            </w:r>
          </w:p>
        </w:tc>
        <w:tc>
          <w:tcPr>
            <w:tcW w:w="1732" w:type="dxa"/>
          </w:tcPr>
          <w:p w14:paraId="01A75E0E" w14:textId="77777777" w:rsidR="003F5EBB" w:rsidRPr="00686B6A" w:rsidRDefault="00927782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F5EBB" w:rsidRPr="00686B6A" w14:paraId="093A8067" w14:textId="77777777" w:rsidTr="00056C60">
        <w:tc>
          <w:tcPr>
            <w:tcW w:w="1418" w:type="dxa"/>
          </w:tcPr>
          <w:p w14:paraId="74357262" w14:textId="77777777" w:rsidR="003F5EBB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14:paraId="74C7C38D" w14:textId="77777777" w:rsidR="00B55351" w:rsidRPr="00686B6A" w:rsidRDefault="00153BAB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6626EF4E" w:rsidRPr="00686B6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732" w:type="dxa"/>
          </w:tcPr>
          <w:p w14:paraId="223BB374" w14:textId="77777777" w:rsidR="003F5EBB" w:rsidRPr="00686B6A" w:rsidRDefault="003F5EBB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F5EBB" w:rsidRPr="00686B6A" w14:paraId="09B0227D" w14:textId="77777777" w:rsidTr="00056C60">
        <w:tc>
          <w:tcPr>
            <w:tcW w:w="1418" w:type="dxa"/>
          </w:tcPr>
          <w:p w14:paraId="139A5216" w14:textId="77777777" w:rsidR="003F5EBB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0" w:type="dxa"/>
          </w:tcPr>
          <w:p w14:paraId="65DA716A" w14:textId="2AB35C2D" w:rsidR="003D5EF6" w:rsidRPr="00686B6A" w:rsidRDefault="3043FA6B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1ECCD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608E6B81" w:rsidRPr="321ECCDE">
              <w:rPr>
                <w:rFonts w:ascii="Corbel" w:hAnsi="Corbel"/>
                <w:b w:val="0"/>
                <w:smallCaps w:val="0"/>
              </w:rPr>
              <w:t>potrafi prawidłowo identyfikować i interpretować zjawiska prawne, społeczne, ekonomiczne, polityczne i organizacyjne,</w:t>
            </w:r>
            <w:r w:rsidR="00153BAB" w:rsidRPr="321ECCDE">
              <w:rPr>
                <w:rFonts w:ascii="Corbel" w:hAnsi="Corbel"/>
                <w:b w:val="0"/>
                <w:smallCaps w:val="0"/>
              </w:rPr>
              <w:t xml:space="preserve"> dotyczące procesu decyzyjnego w kontekście mechanizmów rządzenia i administrowania</w:t>
            </w:r>
            <w:r w:rsidR="608E6B81" w:rsidRPr="321ECCDE">
              <w:rPr>
                <w:rFonts w:ascii="Corbel" w:hAnsi="Corbel"/>
                <w:b w:val="0"/>
                <w:smallCaps w:val="0"/>
              </w:rPr>
              <w:t xml:space="preserve"> analizować ich powiązania z różnymi obszarami działalności administracyjnej;</w:t>
            </w:r>
          </w:p>
        </w:tc>
        <w:tc>
          <w:tcPr>
            <w:tcW w:w="1732" w:type="dxa"/>
          </w:tcPr>
          <w:p w14:paraId="3CFCD0C1" w14:textId="77777777" w:rsidR="003F5EBB" w:rsidRPr="00686B6A" w:rsidRDefault="005339DC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="00067CB4" w:rsidRPr="00686B6A" w14:paraId="5824E389" w14:textId="77777777" w:rsidTr="00056C60">
        <w:tc>
          <w:tcPr>
            <w:tcW w:w="1418" w:type="dxa"/>
          </w:tcPr>
          <w:p w14:paraId="55CE86DB" w14:textId="77777777" w:rsidR="00067CB4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0" w:type="dxa"/>
          </w:tcPr>
          <w:p w14:paraId="74C831E0" w14:textId="4BED20FC" w:rsidR="00067CB4" w:rsidRPr="00686B6A" w:rsidRDefault="3C7CBAD6" w:rsidP="009057BC">
            <w:pPr>
              <w:pStyle w:val="Punktygwne"/>
              <w:spacing w:before="0" w:after="0"/>
              <w:rPr>
                <w:rFonts w:ascii="Corbel" w:hAnsi="Corbel"/>
              </w:rPr>
            </w:pPr>
            <w:r w:rsidRPr="321ECCD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5E19F06A" w:rsidRPr="321ECCDE">
              <w:rPr>
                <w:rFonts w:ascii="Corbel" w:hAnsi="Corbel"/>
                <w:b w:val="0"/>
                <w:smallCaps w:val="0"/>
              </w:rPr>
              <w:t>p</w:t>
            </w:r>
            <w:r w:rsidRPr="321ECCDE">
              <w:rPr>
                <w:rFonts w:ascii="Corbel" w:hAnsi="Corbel"/>
                <w:b w:val="0"/>
                <w:smallCaps w:val="0"/>
              </w:rPr>
              <w:t xml:space="preserve">osiada umiejętność wykorzystania </w:t>
            </w:r>
            <w:r w:rsidR="00153BAB" w:rsidRPr="321ECCDE">
              <w:rPr>
                <w:rFonts w:ascii="Corbel" w:hAnsi="Corbel"/>
                <w:b w:val="0"/>
                <w:smallCaps w:val="0"/>
              </w:rPr>
              <w:t xml:space="preserve">zdobytej wiedzy teoretycznej w zakresie technik organizatorskich i decyzyjnych, procesu decyzyjnego w administracji publicznej, </w:t>
            </w:r>
            <w:r w:rsidRPr="321ECCDE">
              <w:rPr>
                <w:rFonts w:ascii="Corbel" w:hAnsi="Corbel"/>
                <w:b w:val="0"/>
                <w:smallCaps w:val="0"/>
              </w:rPr>
              <w:t>do analizowania konkretnych procesów i zjaw</w:t>
            </w:r>
            <w:r w:rsidR="00153BAB" w:rsidRPr="321ECCDE">
              <w:rPr>
                <w:rFonts w:ascii="Corbel" w:hAnsi="Corbel"/>
                <w:b w:val="0"/>
                <w:smallCaps w:val="0"/>
              </w:rPr>
              <w:t>isk społecznych w administracji</w:t>
            </w:r>
          </w:p>
        </w:tc>
        <w:tc>
          <w:tcPr>
            <w:tcW w:w="1732" w:type="dxa"/>
          </w:tcPr>
          <w:p w14:paraId="5E6EAEE4" w14:textId="77777777" w:rsidR="00067CB4" w:rsidRPr="00686B6A" w:rsidRDefault="00067CB4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686B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K_U02</w:t>
            </w:r>
          </w:p>
        </w:tc>
      </w:tr>
    </w:tbl>
    <w:p w14:paraId="473189D4" w14:textId="77777777" w:rsidR="00056C60" w:rsidRDefault="00056C60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4F279D" w:rsidRPr="00686B6A" w14:paraId="4EB8E386" w14:textId="77777777" w:rsidTr="00056C60">
        <w:tc>
          <w:tcPr>
            <w:tcW w:w="1418" w:type="dxa"/>
          </w:tcPr>
          <w:p w14:paraId="30AC254F" w14:textId="12BF1266" w:rsidR="004F279D" w:rsidRPr="00686B6A" w:rsidRDefault="004F279D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2769C3" w:rsidRPr="00686B6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520" w:type="dxa"/>
          </w:tcPr>
          <w:p w14:paraId="36610764" w14:textId="77777777" w:rsidR="004F279D" w:rsidRPr="00686B6A" w:rsidRDefault="6D383521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Student</w:t>
            </w:r>
            <w:r w:rsidR="3FA1BBFE" w:rsidRPr="00686B6A">
              <w:rPr>
                <w:rFonts w:ascii="Corbel" w:hAnsi="Corbel"/>
                <w:sz w:val="24"/>
                <w:szCs w:val="24"/>
              </w:rPr>
              <w:t xml:space="preserve"> p</w:t>
            </w:r>
            <w:r w:rsidR="5D871E4B" w:rsidRPr="00686B6A">
              <w:rPr>
                <w:rFonts w:ascii="Corbel" w:hAnsi="Corbel"/>
                <w:sz w:val="24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732" w:type="dxa"/>
          </w:tcPr>
          <w:p w14:paraId="6E723246" w14:textId="77777777" w:rsidR="004F279D" w:rsidRPr="00686B6A" w:rsidRDefault="003305E4" w:rsidP="009057BC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86B6A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</w:tc>
      </w:tr>
      <w:tr w:rsidR="003F5EBB" w:rsidRPr="00686B6A" w14:paraId="7D459349" w14:textId="77777777" w:rsidTr="00056C60">
        <w:tc>
          <w:tcPr>
            <w:tcW w:w="1418" w:type="dxa"/>
          </w:tcPr>
          <w:p w14:paraId="563D41BF" w14:textId="77777777" w:rsidR="003F5EBB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20" w:type="dxa"/>
          </w:tcPr>
          <w:p w14:paraId="684A973A" w14:textId="77777777" w:rsidR="003F5EBB" w:rsidRPr="00686B6A" w:rsidRDefault="7B64EAFC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46BCABDA" w:rsidRPr="00686B6A"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</w:t>
            </w:r>
            <w:r w:rsidR="377D9C44" w:rsidRPr="00686B6A">
              <w:rPr>
                <w:rFonts w:ascii="Corbel" w:hAnsi="Corbel"/>
                <w:sz w:val="24"/>
                <w:szCs w:val="24"/>
              </w:rPr>
              <w:t>z zakresu procesu decyzyjnego i jego etapów, delegowania uprawnień decyzyjnych,</w:t>
            </w:r>
            <w:r w:rsidR="008E0DAB">
              <w:rPr>
                <w:rFonts w:ascii="Corbel" w:hAnsi="Corbel"/>
                <w:sz w:val="24"/>
                <w:szCs w:val="24"/>
              </w:rPr>
              <w:t xml:space="preserve"> </w:t>
            </w:r>
            <w:r w:rsidR="66130BA2" w:rsidRPr="00686B6A">
              <w:rPr>
                <w:rFonts w:ascii="Corbel" w:hAnsi="Corbel"/>
                <w:sz w:val="24"/>
                <w:szCs w:val="24"/>
              </w:rPr>
              <w:t>ustaleniem kryteriów podejmowania decyzji,</w:t>
            </w:r>
            <w:r w:rsidR="008E0DA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377D9C44" w:rsidRPr="00686B6A">
              <w:rPr>
                <w:rFonts w:ascii="Corbel" w:hAnsi="Corbel"/>
                <w:sz w:val="24"/>
                <w:szCs w:val="24"/>
              </w:rPr>
              <w:t>deliberatywnych</w:t>
            </w:r>
            <w:proofErr w:type="spellEnd"/>
            <w:r w:rsidR="377D9C44" w:rsidRPr="00686B6A">
              <w:rPr>
                <w:rFonts w:ascii="Corbel" w:hAnsi="Corbel"/>
                <w:sz w:val="24"/>
                <w:szCs w:val="24"/>
              </w:rPr>
              <w:t xml:space="preserve"> metod podejmowania decyzji</w:t>
            </w:r>
            <w:r w:rsidR="46BCABDA" w:rsidRPr="00686B6A">
              <w:rPr>
                <w:rFonts w:ascii="Corbel" w:hAnsi="Corbel"/>
                <w:sz w:val="24"/>
                <w:szCs w:val="24"/>
              </w:rPr>
              <w:t xml:space="preserve"> z wykorzystaniem ujęć teoretycznych, a także różnych źródeł;</w:t>
            </w:r>
          </w:p>
        </w:tc>
        <w:tc>
          <w:tcPr>
            <w:tcW w:w="1732" w:type="dxa"/>
          </w:tcPr>
          <w:p w14:paraId="661AB4C3" w14:textId="77777777" w:rsidR="003F5EBB" w:rsidRPr="00686B6A" w:rsidRDefault="00B21033" w:rsidP="009057B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686B6A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</w:tc>
      </w:tr>
      <w:tr w:rsidR="009559DB" w:rsidRPr="00686B6A" w14:paraId="0CA62B37" w14:textId="77777777" w:rsidTr="00056C60">
        <w:tc>
          <w:tcPr>
            <w:tcW w:w="1418" w:type="dxa"/>
          </w:tcPr>
          <w:p w14:paraId="7F7E1266" w14:textId="77777777" w:rsidR="009559DB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20" w:type="dxa"/>
          </w:tcPr>
          <w:p w14:paraId="503DF624" w14:textId="77777777" w:rsidR="00AF0044" w:rsidRPr="00686B6A" w:rsidRDefault="4FC046A5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745FA119" w:rsidRPr="00686B6A">
              <w:rPr>
                <w:rFonts w:ascii="Corbel" w:hAnsi="Corbel"/>
                <w:sz w:val="24"/>
                <w:szCs w:val="24"/>
              </w:rPr>
              <w:t>jest got</w:t>
            </w:r>
            <w:r w:rsidR="006D0BA0" w:rsidRPr="00686B6A">
              <w:rPr>
                <w:rFonts w:ascii="Corbel" w:hAnsi="Corbel"/>
                <w:sz w:val="24"/>
                <w:szCs w:val="24"/>
              </w:rPr>
              <w:t>owy</w:t>
            </w:r>
            <w:r w:rsidR="745FA119" w:rsidRPr="00686B6A">
              <w:rPr>
                <w:rFonts w:ascii="Corbel" w:hAnsi="Corbel"/>
                <w:sz w:val="24"/>
                <w:szCs w:val="24"/>
              </w:rPr>
              <w:t xml:space="preserve"> do wypełniania zobowiązań społecznych oraz samodzielnego lub zespołowego przygotowywania projektów społecznych;</w:t>
            </w:r>
          </w:p>
        </w:tc>
        <w:tc>
          <w:tcPr>
            <w:tcW w:w="1732" w:type="dxa"/>
          </w:tcPr>
          <w:p w14:paraId="5B2AA153" w14:textId="77777777" w:rsidR="009559DB" w:rsidRPr="00686B6A" w:rsidRDefault="009559DB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559DB" w:rsidRPr="00686B6A" w14:paraId="3B1D799B" w14:textId="77777777" w:rsidTr="00056C60">
        <w:tc>
          <w:tcPr>
            <w:tcW w:w="1418" w:type="dxa"/>
          </w:tcPr>
          <w:p w14:paraId="29FCE2A6" w14:textId="77777777" w:rsidR="009559DB" w:rsidRPr="00686B6A" w:rsidRDefault="002769C3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20" w:type="dxa"/>
          </w:tcPr>
          <w:p w14:paraId="3F2925C1" w14:textId="77777777" w:rsidR="009559DB" w:rsidRPr="00686B6A" w:rsidRDefault="4FC046A5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745FA119" w:rsidRPr="00686B6A">
              <w:rPr>
                <w:rFonts w:ascii="Corbel" w:hAnsi="Corbel"/>
                <w:sz w:val="24"/>
                <w:szCs w:val="24"/>
              </w:rPr>
              <w:t>jest got</w:t>
            </w:r>
            <w:r w:rsidR="006D0BA0" w:rsidRPr="00686B6A">
              <w:rPr>
                <w:rFonts w:ascii="Corbel" w:hAnsi="Corbel"/>
                <w:sz w:val="24"/>
                <w:szCs w:val="24"/>
              </w:rPr>
              <w:t>owy</w:t>
            </w:r>
            <w:r w:rsidR="745FA119" w:rsidRPr="00686B6A">
              <w:rPr>
                <w:rFonts w:ascii="Corbel" w:hAnsi="Corbel"/>
                <w:sz w:val="24"/>
                <w:szCs w:val="24"/>
              </w:rPr>
              <w:t xml:space="preserve"> do przedsiębiorczego i kreatywnego myślenia oraz działania z wykorzystaniem wiedzy zdobytej w trakcie studiów;</w:t>
            </w:r>
          </w:p>
        </w:tc>
        <w:tc>
          <w:tcPr>
            <w:tcW w:w="1732" w:type="dxa"/>
          </w:tcPr>
          <w:p w14:paraId="69B49A12" w14:textId="77777777" w:rsidR="009559DB" w:rsidRPr="00686B6A" w:rsidRDefault="009559DB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305E4" w:rsidRPr="00686B6A" w14:paraId="10C805DA" w14:textId="77777777" w:rsidTr="00056C60">
        <w:tc>
          <w:tcPr>
            <w:tcW w:w="1418" w:type="dxa"/>
          </w:tcPr>
          <w:p w14:paraId="0B097318" w14:textId="77777777" w:rsidR="003305E4" w:rsidRPr="00686B6A" w:rsidRDefault="003305E4" w:rsidP="00905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69C3" w:rsidRPr="00686B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520" w:type="dxa"/>
          </w:tcPr>
          <w:p w14:paraId="69DE8FA4" w14:textId="5F85959D" w:rsidR="003305E4" w:rsidRPr="00686B6A" w:rsidRDefault="5986F17F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21ECCD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DCD2383" w:rsidRPr="321ECCDE">
              <w:rPr>
                <w:rFonts w:ascii="Corbel" w:hAnsi="Corbel"/>
                <w:sz w:val="24"/>
                <w:szCs w:val="24"/>
              </w:rPr>
              <w:t>jest got</w:t>
            </w:r>
            <w:r w:rsidR="1DD9CA51" w:rsidRPr="321ECCDE">
              <w:rPr>
                <w:rFonts w:ascii="Corbel" w:hAnsi="Corbel"/>
                <w:sz w:val="24"/>
                <w:szCs w:val="24"/>
              </w:rPr>
              <w:t>owy</w:t>
            </w:r>
            <w:r w:rsidR="0DCD2383" w:rsidRPr="321ECCDE">
              <w:rPr>
                <w:rFonts w:ascii="Corbel" w:hAnsi="Corbel"/>
                <w:sz w:val="24"/>
                <w:szCs w:val="24"/>
              </w:rPr>
              <w:t xml:space="preserve"> do odpowiedzialnego pełnienia różnych ról zawodowych w organach administracji z dochowaniem wszelkich standardów i zasad etyki zawodowej oraz dbałości o nie.</w:t>
            </w:r>
          </w:p>
        </w:tc>
        <w:tc>
          <w:tcPr>
            <w:tcW w:w="1732" w:type="dxa"/>
          </w:tcPr>
          <w:p w14:paraId="3CF2D8B6" w14:textId="50E7BBDF" w:rsidR="00132B6A" w:rsidRPr="00686B6A" w:rsidRDefault="00043173" w:rsidP="009057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K</w:t>
            </w:r>
            <w:r w:rsidR="006E0834" w:rsidRPr="00686B6A">
              <w:rPr>
                <w:rFonts w:ascii="Corbel" w:hAnsi="Corbel"/>
                <w:sz w:val="24"/>
                <w:szCs w:val="24"/>
              </w:rPr>
              <w:t>_K06</w:t>
            </w:r>
          </w:p>
        </w:tc>
      </w:tr>
    </w:tbl>
    <w:p w14:paraId="0FB78278" w14:textId="77777777" w:rsidR="0085747A" w:rsidRPr="00686B6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479BC8D8" w:rsidR="0085747A" w:rsidRPr="00686B6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6B6A">
        <w:rPr>
          <w:rFonts w:ascii="Corbel" w:hAnsi="Corbel"/>
          <w:b/>
          <w:sz w:val="24"/>
          <w:szCs w:val="24"/>
        </w:rPr>
        <w:t>3.3</w:t>
      </w:r>
      <w:r w:rsidR="00056C60">
        <w:rPr>
          <w:rFonts w:ascii="Corbel" w:hAnsi="Corbel"/>
          <w:b/>
          <w:sz w:val="24"/>
          <w:szCs w:val="24"/>
        </w:rPr>
        <w:t xml:space="preserve">. </w:t>
      </w:r>
      <w:r w:rsidR="0085747A" w:rsidRPr="00686B6A">
        <w:rPr>
          <w:rFonts w:ascii="Corbel" w:hAnsi="Corbel"/>
          <w:b/>
          <w:sz w:val="24"/>
          <w:szCs w:val="24"/>
        </w:rPr>
        <w:t>T</w:t>
      </w:r>
      <w:r w:rsidR="001D7B54" w:rsidRPr="00686B6A">
        <w:rPr>
          <w:rFonts w:ascii="Corbel" w:hAnsi="Corbel"/>
          <w:b/>
          <w:sz w:val="24"/>
          <w:szCs w:val="24"/>
        </w:rPr>
        <w:t xml:space="preserve">reści programowe </w:t>
      </w:r>
    </w:p>
    <w:p w14:paraId="1DCD52BC" w14:textId="2588DFF8" w:rsidR="001E29F0" w:rsidRPr="321ECCDE" w:rsidRDefault="00847221" w:rsidP="00056C60">
      <w:pPr>
        <w:ind w:left="851"/>
        <w:rPr>
          <w:rFonts w:ascii="Corbel" w:hAnsi="Corbel"/>
          <w:sz w:val="24"/>
          <w:szCs w:val="24"/>
        </w:rPr>
      </w:pPr>
      <w:r w:rsidRPr="321ECCDE">
        <w:rPr>
          <w:rFonts w:ascii="Corbel" w:hAnsi="Corbel"/>
          <w:sz w:val="24"/>
          <w:szCs w:val="24"/>
        </w:rPr>
        <w:t>A.</w:t>
      </w:r>
      <w:r w:rsidR="00056C60">
        <w:rPr>
          <w:rFonts w:ascii="Corbel" w:hAnsi="Corbel"/>
          <w:sz w:val="24"/>
          <w:szCs w:val="24"/>
        </w:rPr>
        <w:t xml:space="preserve">  </w:t>
      </w:r>
      <w:r w:rsidR="656B38A3" w:rsidRPr="321ECCDE">
        <w:rPr>
          <w:rFonts w:ascii="Corbel" w:hAnsi="Corbel"/>
          <w:sz w:val="24"/>
          <w:szCs w:val="24"/>
        </w:rPr>
        <w:t xml:space="preserve"> </w:t>
      </w:r>
      <w:r w:rsidRPr="321ECCDE">
        <w:rPr>
          <w:rFonts w:ascii="Corbel" w:hAnsi="Corbel"/>
          <w:sz w:val="24"/>
          <w:szCs w:val="24"/>
        </w:rPr>
        <w:t>Problematyka ćwiczeń audytoryjnych, konwersatoryjnych, laboratoryjnych, zajęć praktycz</w:t>
      </w:r>
      <w:r w:rsidR="001E29F0">
        <w:rPr>
          <w:rFonts w:ascii="Corbel" w:hAnsi="Corbel"/>
          <w:sz w:val="24"/>
          <w:szCs w:val="24"/>
        </w:rPr>
        <w:t>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9F0" w:rsidRPr="0045317C" w14:paraId="35D9ABB6" w14:textId="77777777" w:rsidTr="00B97611">
        <w:tc>
          <w:tcPr>
            <w:tcW w:w="9520" w:type="dxa"/>
          </w:tcPr>
          <w:p w14:paraId="68EBB708" w14:textId="77777777" w:rsidR="001E29F0" w:rsidRPr="00056C60" w:rsidRDefault="001E29F0" w:rsidP="00B976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6C6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E29F0" w:rsidRPr="0045317C" w14:paraId="7D5FB05B" w14:textId="77777777" w:rsidTr="00B97611">
        <w:tc>
          <w:tcPr>
            <w:tcW w:w="9520" w:type="dxa"/>
          </w:tcPr>
          <w:p w14:paraId="7A9D3DFB" w14:textId="77777777" w:rsidR="001E29F0" w:rsidRPr="0045317C" w:rsidRDefault="001E29F0" w:rsidP="00B976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Złożoność </w:t>
            </w:r>
            <w:r w:rsidRPr="00043173">
              <w:rPr>
                <w:rFonts w:ascii="Corbel" w:hAnsi="Corbel"/>
                <w:sz w:val="24"/>
                <w:szCs w:val="24"/>
              </w:rPr>
              <w:t>działań decyzyjnych administracji publicznej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9F0" w:rsidRPr="0045317C" w14:paraId="4980ABB2" w14:textId="77777777" w:rsidTr="00B97611">
        <w:tc>
          <w:tcPr>
            <w:tcW w:w="9520" w:type="dxa"/>
          </w:tcPr>
          <w:p w14:paraId="5AFD7BBB" w14:textId="77777777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</w:t>
            </w:r>
            <w:r>
              <w:rPr>
                <w:rFonts w:ascii="Corbel" w:hAnsi="Corbel"/>
                <w:sz w:val="24"/>
                <w:szCs w:val="24"/>
              </w:rPr>
              <w:t>, techniki organizatorskie.</w:t>
            </w:r>
          </w:p>
        </w:tc>
      </w:tr>
      <w:tr w:rsidR="001E29F0" w:rsidRPr="0045317C" w14:paraId="1F127E22" w14:textId="77777777" w:rsidTr="00B97611">
        <w:tc>
          <w:tcPr>
            <w:tcW w:w="9520" w:type="dxa"/>
          </w:tcPr>
          <w:p w14:paraId="6847A1AE" w14:textId="77777777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4C55">
              <w:rPr>
                <w:rFonts w:ascii="Corbel" w:hAnsi="Corbel"/>
                <w:sz w:val="24"/>
                <w:szCs w:val="24"/>
              </w:rPr>
              <w:t>Decydowanie i organizowanie a kierowanie i kierownictwo w administracji publicznej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9F0" w:rsidRPr="0045317C" w14:paraId="25FF44C8" w14:textId="77777777" w:rsidTr="00B97611">
        <w:tc>
          <w:tcPr>
            <w:tcW w:w="9520" w:type="dxa"/>
          </w:tcPr>
          <w:p w14:paraId="237DA3BD" w14:textId="77777777" w:rsidR="001E29F0" w:rsidRPr="000C4C55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kierownika w podejmowaniu decyzji</w:t>
            </w:r>
          </w:p>
        </w:tc>
      </w:tr>
      <w:tr w:rsidR="001E29F0" w:rsidRPr="0045317C" w14:paraId="57899533" w14:textId="77777777" w:rsidTr="00B97611">
        <w:trPr>
          <w:trHeight w:val="431"/>
        </w:trPr>
        <w:tc>
          <w:tcPr>
            <w:tcW w:w="9520" w:type="dxa"/>
          </w:tcPr>
          <w:p w14:paraId="4CFE6C32" w14:textId="63A33B2C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Typy i modele decyzji. Decyzje kol</w:t>
            </w:r>
            <w:r w:rsidR="00F061FA">
              <w:rPr>
                <w:rFonts w:ascii="Corbel" w:hAnsi="Corbel"/>
                <w:sz w:val="24"/>
                <w:szCs w:val="24"/>
              </w:rPr>
              <w:t>egialne</w:t>
            </w:r>
            <w:r w:rsidRPr="004531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9F0" w:rsidRPr="0045317C" w14:paraId="79441CE8" w14:textId="77777777" w:rsidTr="00B97611">
        <w:tc>
          <w:tcPr>
            <w:tcW w:w="9520" w:type="dxa"/>
          </w:tcPr>
          <w:p w14:paraId="542DB9F7" w14:textId="77777777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Proces decyzyjny. Etapy procesu decyzyjnego.</w:t>
            </w:r>
          </w:p>
        </w:tc>
      </w:tr>
      <w:tr w:rsidR="001E29F0" w:rsidRPr="0045317C" w14:paraId="74E0006A" w14:textId="77777777" w:rsidTr="00B97611">
        <w:tc>
          <w:tcPr>
            <w:tcW w:w="9520" w:type="dxa"/>
          </w:tcPr>
          <w:p w14:paraId="4515EADD" w14:textId="77777777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Delegowanie uprawnień decyzyjnych.</w:t>
            </w:r>
            <w:r w:rsidRPr="009D1BDB">
              <w:rPr>
                <w:rFonts w:ascii="Corbel" w:hAnsi="Corbel"/>
                <w:sz w:val="24"/>
                <w:szCs w:val="24"/>
              </w:rPr>
              <w:t xml:space="preserve"> Udział podwładnych w procesie decydowania</w:t>
            </w:r>
          </w:p>
        </w:tc>
      </w:tr>
      <w:tr w:rsidR="001E29F0" w:rsidRPr="0045317C" w14:paraId="62544EF6" w14:textId="77777777" w:rsidTr="00B97611">
        <w:tc>
          <w:tcPr>
            <w:tcW w:w="9520" w:type="dxa"/>
          </w:tcPr>
          <w:p w14:paraId="507CE46F" w14:textId="77777777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Rola konsultacji w procesie decyzyjnym.</w:t>
            </w:r>
            <w:r>
              <w:rPr>
                <w:rFonts w:ascii="Corbel" w:hAnsi="Corbel"/>
                <w:sz w:val="24"/>
                <w:szCs w:val="24"/>
              </w:rPr>
              <w:t xml:space="preserve"> Udział konsultantów w procesie decydowania.</w:t>
            </w:r>
          </w:p>
        </w:tc>
      </w:tr>
      <w:tr w:rsidR="001E29F0" w:rsidRPr="0045317C" w14:paraId="0625E19B" w14:textId="77777777" w:rsidTr="00B97611">
        <w:tc>
          <w:tcPr>
            <w:tcW w:w="9520" w:type="dxa"/>
          </w:tcPr>
          <w:p w14:paraId="57662EFF" w14:textId="77777777" w:rsidR="001E29F0" w:rsidRPr="0045317C" w:rsidRDefault="001E29F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Deliberatywne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metody podejmowanie decyzji publicznych.</w:t>
            </w:r>
          </w:p>
        </w:tc>
      </w:tr>
    </w:tbl>
    <w:p w14:paraId="1FC39945" w14:textId="77777777" w:rsidR="0085747A" w:rsidRPr="00686B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630EF772" w:rsidR="0085747A" w:rsidRPr="00686B6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6B6A">
        <w:rPr>
          <w:rFonts w:ascii="Corbel" w:hAnsi="Corbel"/>
          <w:smallCaps w:val="0"/>
          <w:szCs w:val="24"/>
        </w:rPr>
        <w:t>3.4</w:t>
      </w:r>
      <w:r w:rsidR="00056C60">
        <w:rPr>
          <w:rFonts w:ascii="Corbel" w:hAnsi="Corbel"/>
          <w:smallCaps w:val="0"/>
          <w:szCs w:val="24"/>
        </w:rPr>
        <w:t>.</w:t>
      </w:r>
      <w:r w:rsidRPr="00686B6A">
        <w:rPr>
          <w:rFonts w:ascii="Corbel" w:hAnsi="Corbel"/>
          <w:smallCaps w:val="0"/>
          <w:szCs w:val="24"/>
        </w:rPr>
        <w:t xml:space="preserve"> Metody dydaktyczne</w:t>
      </w:r>
    </w:p>
    <w:p w14:paraId="5F45A6ED" w14:textId="22D28207" w:rsidR="00882918" w:rsidRPr="00686B6A" w:rsidRDefault="00056C60" w:rsidP="00056C60">
      <w:pPr>
        <w:pStyle w:val="Punktygwne"/>
        <w:spacing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153BAB" w:rsidRPr="00686B6A">
        <w:rPr>
          <w:rFonts w:ascii="Corbel" w:hAnsi="Corbel"/>
          <w:b w:val="0"/>
          <w:smallCaps w:val="0"/>
          <w:szCs w:val="24"/>
        </w:rPr>
        <w:t>prezentacja multimedialna</w:t>
      </w:r>
      <w:r w:rsidR="00651FFE" w:rsidRPr="00686B6A">
        <w:rPr>
          <w:rFonts w:ascii="Corbel" w:hAnsi="Corbel"/>
          <w:b w:val="0"/>
          <w:smallCaps w:val="0"/>
          <w:szCs w:val="24"/>
        </w:rPr>
        <w:t>, dyskusja, analiza przypadków</w:t>
      </w:r>
      <w:r w:rsidR="00635297">
        <w:rPr>
          <w:rFonts w:ascii="Corbel" w:hAnsi="Corbel"/>
          <w:b w:val="0"/>
          <w:smallCaps w:val="0"/>
          <w:szCs w:val="24"/>
        </w:rPr>
        <w:t xml:space="preserve">, </w:t>
      </w:r>
      <w:r w:rsidR="00635297">
        <w:rPr>
          <w:rFonts w:ascii="Corbel" w:hAnsi="Corbel"/>
          <w:b w:val="0"/>
          <w:smallCaps w:val="0"/>
        </w:rPr>
        <w:t xml:space="preserve">metody </w:t>
      </w:r>
      <w:r w:rsidR="00635297" w:rsidRPr="00533E36">
        <w:rPr>
          <w:rFonts w:ascii="Corbel" w:hAnsi="Corbel"/>
          <w:b w:val="0"/>
          <w:smallCaps w:val="0"/>
          <w:szCs w:val="24"/>
        </w:rPr>
        <w:t>samodzielne</w:t>
      </w:r>
      <w:r w:rsidR="00635297">
        <w:rPr>
          <w:rFonts w:ascii="Corbel" w:hAnsi="Corbel"/>
          <w:b w:val="0"/>
          <w:smallCaps w:val="0"/>
          <w:szCs w:val="24"/>
        </w:rPr>
        <w:t>go</w:t>
      </w:r>
      <w:r w:rsidR="00635297" w:rsidRPr="00533E36">
        <w:rPr>
          <w:rFonts w:ascii="Corbel" w:hAnsi="Corbel"/>
          <w:b w:val="0"/>
          <w:smallCaps w:val="0"/>
          <w:szCs w:val="24"/>
        </w:rPr>
        <w:t xml:space="preserve"> dochodzeni</w:t>
      </w:r>
      <w:r w:rsidR="00635297">
        <w:rPr>
          <w:rFonts w:ascii="Corbel" w:hAnsi="Corbel"/>
          <w:b w:val="0"/>
          <w:smallCaps w:val="0"/>
          <w:szCs w:val="24"/>
        </w:rPr>
        <w:t>a</w:t>
      </w:r>
      <w:r w:rsidR="00635297" w:rsidRPr="00533E36">
        <w:rPr>
          <w:rFonts w:ascii="Corbel" w:hAnsi="Corbel"/>
          <w:b w:val="0"/>
          <w:smallCaps w:val="0"/>
          <w:szCs w:val="24"/>
        </w:rPr>
        <w:t xml:space="preserve"> do wiedzy: metoda problemowa, metoda przypadków, metoda sytuacyjna</w:t>
      </w:r>
    </w:p>
    <w:p w14:paraId="0562CB0E" w14:textId="77777777" w:rsidR="0085747A" w:rsidRPr="00686B6A" w:rsidRDefault="0085747A" w:rsidP="008829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B8D6C" w14:textId="77777777" w:rsidR="009057BC" w:rsidRDefault="009057B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7FB1868" w14:textId="7B81E7EE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6B6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86B6A">
        <w:rPr>
          <w:rFonts w:ascii="Corbel" w:hAnsi="Corbel"/>
          <w:smallCaps w:val="0"/>
          <w:szCs w:val="24"/>
        </w:rPr>
        <w:t>METODY I KRYTERIA OCENY</w:t>
      </w:r>
    </w:p>
    <w:p w14:paraId="57BB7D98" w14:textId="77777777" w:rsidR="009057BC" w:rsidRPr="00686B6A" w:rsidRDefault="009057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A73432" w:rsidRPr="00686B6A" w:rsidRDefault="6AEEC682" w:rsidP="009057BC">
      <w:pPr>
        <w:pStyle w:val="Punktygwne"/>
        <w:spacing w:before="0" w:after="0"/>
        <w:ind w:left="426"/>
        <w:rPr>
          <w:rFonts w:ascii="Corbel" w:eastAsia="Corbel" w:hAnsi="Corbel" w:cs="Corbel"/>
          <w:bCs/>
          <w:color w:val="000000" w:themeColor="text1"/>
          <w:szCs w:val="24"/>
        </w:rPr>
      </w:pPr>
      <w:r w:rsidRPr="00686B6A">
        <w:rPr>
          <w:rFonts w:ascii="Corbel" w:eastAsia="Corbel" w:hAnsi="Corbel" w:cs="Corbel"/>
          <w:bCs/>
          <w:smallCaps w:val="0"/>
          <w:color w:val="000000" w:themeColor="text1"/>
          <w:szCs w:val="24"/>
        </w:rPr>
        <w:t>4.1 Sposoby weryfikacji efektów uczenia się</w:t>
      </w:r>
    </w:p>
    <w:p w14:paraId="34CE0A41" w14:textId="77777777" w:rsidR="00A73432" w:rsidRPr="00686B6A" w:rsidRDefault="00A73432" w:rsidP="009057BC">
      <w:pPr>
        <w:spacing w:after="0" w:line="240" w:lineRule="auto"/>
        <w:rPr>
          <w:rFonts w:ascii="Corbel" w:eastAsia="Corbel" w:hAnsi="Corbel" w:cs="Corbel"/>
          <w:b/>
          <w:bCs/>
          <w:smallCaps/>
          <w:color w:val="000000" w:themeColor="text1"/>
          <w:sz w:val="24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50"/>
        <w:gridCol w:w="5430"/>
        <w:gridCol w:w="2115"/>
      </w:tblGrid>
      <w:tr w:rsidR="29073965" w:rsidRPr="00686B6A" w14:paraId="191CDC36" w14:textId="77777777" w:rsidTr="29073965"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1A4F7" w14:textId="77777777" w:rsidR="29073965" w:rsidRPr="00686B6A" w:rsidRDefault="29073965" w:rsidP="29073965">
            <w:pPr>
              <w:pStyle w:val="Punktygwne"/>
              <w:jc w:val="center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B0795" w14:textId="77777777" w:rsidR="29073965" w:rsidRPr="00686B6A" w:rsidRDefault="29073965" w:rsidP="009057BC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Metody oceny efektów uczenia się </w:t>
            </w:r>
          </w:p>
          <w:p w14:paraId="12080E0F" w14:textId="77777777" w:rsidR="29073965" w:rsidRPr="00686B6A" w:rsidRDefault="29073965" w:rsidP="009057BC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CD06" w14:textId="77777777" w:rsidR="29073965" w:rsidRPr="00686B6A" w:rsidRDefault="29073965" w:rsidP="009057BC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29073965" w:rsidRPr="00686B6A" w:rsidRDefault="29073965" w:rsidP="009057BC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29073965" w:rsidRPr="00686B6A" w14:paraId="2A015CA0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BB90D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9CC9C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10EEE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0C21ECE6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EFE27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142C3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22AC8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0332D42B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D746F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BF7E0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9A376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3AA7420E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0E71B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C90B6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5874E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1662B98E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F1096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47B81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0F88D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7ED015E1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3F495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5F18F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FC323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2D1AD26C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2E8DD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1271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D7333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48727861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220D0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EEA8C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97C7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1217BD7D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AE48B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ADDFD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0A15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0938D96E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DA75D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2E536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F70C4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0E41D77B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78580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7C2D2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9C273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29073965" w:rsidRPr="00686B6A" w14:paraId="3CCEF3E7" w14:textId="77777777" w:rsidTr="009057BC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86C33" w14:textId="77777777" w:rsidR="29073965" w:rsidRPr="00686B6A" w:rsidRDefault="29073965" w:rsidP="009057B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Cs w:val="24"/>
              </w:rPr>
            </w:pPr>
            <w:r w:rsidRPr="00686B6A">
              <w:rPr>
                <w:rFonts w:ascii="Corbel" w:eastAsia="Corbel" w:hAnsi="Corbel" w:cs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05ACD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86B6A">
              <w:rPr>
                <w:rFonts w:ascii="Corbel" w:hAnsi="Corbel" w:cs="Calibr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3437" w14:textId="77777777" w:rsidR="29073965" w:rsidRPr="00686B6A" w:rsidRDefault="29073965" w:rsidP="009057BC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 w:cs="Calibri"/>
                <w:sz w:val="24"/>
                <w:szCs w:val="24"/>
              </w:rPr>
              <w:t>konw</w:t>
            </w:r>
            <w:proofErr w:type="spellEnd"/>
            <w:r w:rsidRPr="00686B6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14:paraId="0F631A59" w14:textId="77777777" w:rsidR="008A6737" w:rsidRDefault="008A673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55156CD" w14:textId="66D83481" w:rsidR="0085747A" w:rsidRPr="00686B6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6B6A">
        <w:rPr>
          <w:rFonts w:ascii="Corbel" w:hAnsi="Corbel"/>
          <w:smallCaps w:val="0"/>
          <w:szCs w:val="24"/>
        </w:rPr>
        <w:t xml:space="preserve">4.2 </w:t>
      </w:r>
      <w:r w:rsidR="0085747A" w:rsidRPr="00686B6A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686B6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6B6A" w14:paraId="6DA9D6E0" w14:textId="77777777" w:rsidTr="321ECCDE">
        <w:tc>
          <w:tcPr>
            <w:tcW w:w="9670" w:type="dxa"/>
          </w:tcPr>
          <w:p w14:paraId="7A720582" w14:textId="61DB9B25" w:rsidR="007350BA" w:rsidRPr="007350BA" w:rsidRDefault="007350BA" w:rsidP="00056C60">
            <w:pPr>
              <w:spacing w:before="120" w:after="120" w:line="240" w:lineRule="auto"/>
              <w:rPr>
                <w:rFonts w:ascii="Corbel" w:eastAsia="Corbel" w:hAnsi="Corbel"/>
                <w:color w:val="000000" w:themeColor="text1"/>
                <w:sz w:val="24"/>
                <w:szCs w:val="24"/>
              </w:rPr>
            </w:pPr>
            <w:r w:rsidRPr="007350BA">
              <w:rPr>
                <w:rFonts w:ascii="Corbel" w:eastAsia="Corbel" w:hAnsi="Corbel"/>
                <w:color w:val="000000" w:themeColor="text1"/>
                <w:sz w:val="24"/>
                <w:szCs w:val="24"/>
              </w:rPr>
              <w:t>Konwersatorium: kolokwium zaliczeniowe (do uzyskania oceny pozytywnej wymagane jest osiągnięcie minimum 50% poprawnych odpowiedzi), aktywność na zajęciach, obecność na zajęciach, przygotowanie prezentacji/projektu.</w:t>
            </w:r>
          </w:p>
          <w:p w14:paraId="1EDAA8CB" w14:textId="034A4B29" w:rsidR="0085747A" w:rsidRPr="00686B6A" w:rsidRDefault="007350BA" w:rsidP="00056C60">
            <w:pPr>
              <w:spacing w:before="120" w:after="120" w:line="240" w:lineRule="auto"/>
              <w:rPr>
                <w:rFonts w:ascii="Corbel" w:eastAsia="Corbel" w:hAnsi="Corbel"/>
                <w:color w:val="000000" w:themeColor="text1"/>
                <w:sz w:val="24"/>
                <w:szCs w:val="24"/>
              </w:rPr>
            </w:pPr>
            <w:r w:rsidRPr="007350BA">
              <w:rPr>
                <w:rFonts w:ascii="Corbel" w:eastAsia="Corbel" w:hAnsi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2946DB82" w14:textId="77777777" w:rsidR="0085747A" w:rsidRPr="00686B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686B6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6B6A">
        <w:rPr>
          <w:rFonts w:ascii="Corbel" w:hAnsi="Corbel"/>
          <w:b/>
          <w:sz w:val="24"/>
          <w:szCs w:val="24"/>
        </w:rPr>
        <w:t xml:space="preserve">5. </w:t>
      </w:r>
      <w:r w:rsidR="00C61DC5" w:rsidRPr="00686B6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686B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686B6A" w14:paraId="3808A828" w14:textId="77777777" w:rsidTr="009057BC">
        <w:tc>
          <w:tcPr>
            <w:tcW w:w="5103" w:type="dxa"/>
            <w:vAlign w:val="center"/>
          </w:tcPr>
          <w:p w14:paraId="4C452BB7" w14:textId="77777777" w:rsidR="0085747A" w:rsidRPr="00686B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6B6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6B6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6B6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227268D1" w14:textId="77777777" w:rsidR="0085747A" w:rsidRPr="00686B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6B6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6B6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6B6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6B6A" w14:paraId="2C86B1D7" w14:textId="77777777" w:rsidTr="00056C60">
        <w:trPr>
          <w:trHeight w:val="500"/>
        </w:trPr>
        <w:tc>
          <w:tcPr>
            <w:tcW w:w="5103" w:type="dxa"/>
          </w:tcPr>
          <w:p w14:paraId="765A5D29" w14:textId="08B44035" w:rsidR="0085747A" w:rsidRPr="00686B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1ECCDE">
              <w:rPr>
                <w:rFonts w:ascii="Corbel" w:hAnsi="Corbel"/>
                <w:sz w:val="24"/>
                <w:szCs w:val="24"/>
              </w:rPr>
              <w:t>G</w:t>
            </w:r>
            <w:r w:rsidR="0085747A" w:rsidRPr="321ECCD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1726E73B" w:rsidRPr="321ECC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21ECC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10FFD37" w14:textId="3A8169EA" w:rsidR="0085747A" w:rsidRPr="00686B6A" w:rsidRDefault="00410A0C" w:rsidP="00056C6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E3EB4" w:rsidRPr="00686B6A" w14:paraId="3D78DB96" w14:textId="77777777" w:rsidTr="009057BC">
        <w:tc>
          <w:tcPr>
            <w:tcW w:w="5103" w:type="dxa"/>
          </w:tcPr>
          <w:p w14:paraId="61BA0769" w14:textId="39662620" w:rsidR="00AE3EB4" w:rsidRPr="00686B6A" w:rsidRDefault="78BC69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1ECC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2694414C" w:rsidRPr="321ECCD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AE3EB4" w:rsidRPr="00686B6A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78941E47" w14:textId="77777777" w:rsidR="00AE3EB4" w:rsidRPr="00686B6A" w:rsidRDefault="00144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E3EB4" w:rsidRPr="00686B6A" w14:paraId="5789C832" w14:textId="77777777" w:rsidTr="009057BC">
        <w:tc>
          <w:tcPr>
            <w:tcW w:w="5103" w:type="dxa"/>
          </w:tcPr>
          <w:p w14:paraId="7660431A" w14:textId="77777777" w:rsidR="00AE3EB4" w:rsidRPr="00686B6A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6B6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6B6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AE3EB4" w:rsidRPr="00686B6A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68861898" w14:textId="77777777" w:rsidR="00AE3EB4" w:rsidRPr="00686B6A" w:rsidRDefault="00786E1C" w:rsidP="00410A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5</w:t>
            </w:r>
            <w:r w:rsidR="00410A0C" w:rsidRPr="00686B6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E3EB4" w:rsidRPr="00686B6A" w14:paraId="2B55E3E1" w14:textId="77777777" w:rsidTr="009057BC">
        <w:tc>
          <w:tcPr>
            <w:tcW w:w="5103" w:type="dxa"/>
          </w:tcPr>
          <w:p w14:paraId="3D4B2727" w14:textId="77777777" w:rsidR="00AE3EB4" w:rsidRPr="00686B6A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58A771A2" w14:textId="77777777" w:rsidR="00AE3EB4" w:rsidRPr="00686B6A" w:rsidRDefault="00786E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E3EB4" w:rsidRPr="00686B6A" w14:paraId="42922784" w14:textId="77777777" w:rsidTr="009057BC">
        <w:trPr>
          <w:trHeight w:val="355"/>
        </w:trPr>
        <w:tc>
          <w:tcPr>
            <w:tcW w:w="5103" w:type="dxa"/>
          </w:tcPr>
          <w:p w14:paraId="5FD1C35E" w14:textId="77777777" w:rsidR="00AE3EB4" w:rsidRPr="00686B6A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6B6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B778152" w14:textId="77777777" w:rsidR="00AE3EB4" w:rsidRPr="00686B6A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B6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686B6A" w:rsidRDefault="00923D7D" w:rsidP="009057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6B6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6B6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686B6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2AA7C" w14:textId="77777777" w:rsidR="009057BC" w:rsidRDefault="009057B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0334C7B" w14:textId="2C49C54B" w:rsidR="0085747A" w:rsidRPr="00686B6A" w:rsidRDefault="0071620A" w:rsidP="5BFFDEC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6B6A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86B6A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686B6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85747A" w:rsidRPr="00686B6A" w14:paraId="0E8E8FC4" w14:textId="77777777" w:rsidTr="00056C60">
        <w:trPr>
          <w:trHeight w:val="397"/>
        </w:trPr>
        <w:tc>
          <w:tcPr>
            <w:tcW w:w="3686" w:type="dxa"/>
          </w:tcPr>
          <w:p w14:paraId="146D6691" w14:textId="77777777" w:rsidR="0085747A" w:rsidRPr="00686B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5AA2FE90" w14:textId="77777777" w:rsidR="0085747A" w:rsidRPr="00686B6A" w:rsidRDefault="3AEC400C" w:rsidP="5BFFD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686B6A" w14:paraId="605F859D" w14:textId="77777777" w:rsidTr="00056C60">
        <w:trPr>
          <w:trHeight w:val="397"/>
        </w:trPr>
        <w:tc>
          <w:tcPr>
            <w:tcW w:w="3686" w:type="dxa"/>
          </w:tcPr>
          <w:p w14:paraId="05EFD703" w14:textId="77777777" w:rsidR="0085747A" w:rsidRPr="00686B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37524492" w14:textId="77777777" w:rsidR="0085747A" w:rsidRPr="00686B6A" w:rsidRDefault="1365188D" w:rsidP="5BFFD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A9A71DC" w14:textId="3DF32D07" w:rsidR="321ECCDE" w:rsidRDefault="321ECCDE"/>
    <w:p w14:paraId="7BDB76AC" w14:textId="77777777" w:rsidR="0085747A" w:rsidRPr="00686B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6B6A">
        <w:rPr>
          <w:rFonts w:ascii="Corbel" w:hAnsi="Corbel"/>
          <w:smallCaps w:val="0"/>
          <w:szCs w:val="24"/>
        </w:rPr>
        <w:t xml:space="preserve">7. </w:t>
      </w:r>
      <w:r w:rsidR="0085747A" w:rsidRPr="00686B6A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686B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86B6A" w14:paraId="675CC884" w14:textId="77777777" w:rsidTr="321ECCDE">
        <w:trPr>
          <w:trHeight w:val="397"/>
        </w:trPr>
        <w:tc>
          <w:tcPr>
            <w:tcW w:w="7513" w:type="dxa"/>
          </w:tcPr>
          <w:p w14:paraId="729C9695" w14:textId="77777777" w:rsidR="0085747A" w:rsidRPr="00686B6A" w:rsidRDefault="0085747A" w:rsidP="5BFFDE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6B6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7F5964C" w14:textId="77777777" w:rsidR="00F233CD" w:rsidRPr="00686B6A" w:rsidRDefault="00F233CD" w:rsidP="00056C60">
            <w:pPr>
              <w:pStyle w:val="Punktygwne"/>
              <w:numPr>
                <w:ilvl w:val="0"/>
                <w:numId w:val="9"/>
              </w:numPr>
              <w:spacing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</w:t>
            </w:r>
            <w:proofErr w:type="spellStart"/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Supernat</w:t>
            </w:r>
            <w:proofErr w:type="spellEnd"/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86B6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decyzyjne i organizatorskie</w:t>
            </w:r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Kolonia Limited, Wrocław 2003</w:t>
            </w:r>
          </w:p>
          <w:p w14:paraId="4BDDAEB5" w14:textId="77777777" w:rsidR="004E07C0" w:rsidRPr="00686B6A" w:rsidRDefault="003E15FE" w:rsidP="00056C60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686B6A">
              <w:rPr>
                <w:rFonts w:ascii="Corbel" w:hAnsi="Corbel"/>
                <w:color w:val="000000"/>
                <w:sz w:val="24"/>
                <w:szCs w:val="24"/>
              </w:rPr>
              <w:t xml:space="preserve">Ernest Knosala, </w:t>
            </w:r>
            <w:r w:rsidRPr="00390A4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Zarys teorii decyzji w administracji</w:t>
            </w:r>
            <w:r w:rsidRPr="00686B6A">
              <w:rPr>
                <w:rFonts w:ascii="Corbel" w:hAnsi="Corbel"/>
                <w:color w:val="000000"/>
                <w:sz w:val="24"/>
                <w:szCs w:val="24"/>
              </w:rPr>
              <w:t>, Wolters Kluwer business, Warszawa 2011</w:t>
            </w:r>
          </w:p>
        </w:tc>
      </w:tr>
      <w:tr w:rsidR="0085747A" w:rsidRPr="00686B6A" w14:paraId="1AF798BE" w14:textId="77777777" w:rsidTr="321ECCDE">
        <w:trPr>
          <w:trHeight w:val="397"/>
        </w:trPr>
        <w:tc>
          <w:tcPr>
            <w:tcW w:w="7513" w:type="dxa"/>
          </w:tcPr>
          <w:p w14:paraId="1616B1D9" w14:textId="77777777" w:rsidR="0085747A" w:rsidRPr="00686B6A" w:rsidRDefault="0085747A" w:rsidP="5BFFDE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6B6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1CDCEAD" w14:textId="77777777" w:rsidR="00651FFE" w:rsidRPr="00686B6A" w:rsidRDefault="00651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88E300" w14:textId="676326C4" w:rsidR="003E15FE" w:rsidRPr="00686B6A" w:rsidRDefault="155EB01F" w:rsidP="00056C60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321ECCD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Ernest Knosala, </w:t>
            </w:r>
            <w:r w:rsidRPr="321ECCDE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Zarys nauki administracji</w:t>
            </w:r>
            <w:r w:rsidRPr="321ECCDE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 business, Warszawa 2010</w:t>
            </w:r>
          </w:p>
          <w:p w14:paraId="47D35BCB" w14:textId="55B182E0" w:rsidR="004E07C0" w:rsidRPr="00686B6A" w:rsidRDefault="155EB01F" w:rsidP="00056C60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Agata </w:t>
            </w:r>
            <w:r w:rsidR="15492EF9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Barczewska- Dziobek, </w:t>
            </w:r>
            <w:proofErr w:type="spellStart"/>
            <w:r w:rsidR="15492EF9" w:rsidRPr="321ECCD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Deliberatywne</w:t>
            </w:r>
            <w:proofErr w:type="spellEnd"/>
            <w:r w:rsidR="15492EF9" w:rsidRPr="321ECCD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metody podejmowania decyzji publicznych</w:t>
            </w:r>
            <w:r w:rsidR="15492EF9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</w:t>
            </w:r>
            <w:r w:rsidR="15492EF9" w:rsidRPr="321ECCD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Struktury administracji publicznej. Metody, ogniwa, więzi. Tom </w:t>
            </w:r>
            <w:r w:rsidR="15492EF9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I, (red.) A. </w:t>
            </w:r>
            <w:proofErr w:type="spellStart"/>
            <w:r w:rsidR="15492EF9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Mezglewski</w:t>
            </w:r>
            <w:proofErr w:type="spellEnd"/>
            <w:r w:rsidR="15492EF9"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, Rzesz</w:t>
            </w:r>
            <w:r w:rsidRPr="321ECCDE">
              <w:rPr>
                <w:rFonts w:ascii="Corbel" w:hAnsi="Corbel"/>
                <w:b w:val="0"/>
                <w:smallCaps w:val="0"/>
                <w:color w:val="000000" w:themeColor="text1"/>
              </w:rPr>
              <w:t>ów 2016.</w:t>
            </w:r>
          </w:p>
          <w:p w14:paraId="6B3FA677" w14:textId="77777777" w:rsidR="00D1164A" w:rsidRPr="00686B6A" w:rsidRDefault="00D1164A" w:rsidP="00056C60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J.Skalik</w:t>
            </w:r>
            <w:proofErr w:type="spellEnd"/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90A4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organizatorskie</w:t>
            </w:r>
            <w:r w:rsidRPr="00686B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2001</w:t>
            </w:r>
          </w:p>
          <w:p w14:paraId="5D853633" w14:textId="77777777" w:rsidR="00D1164A" w:rsidRPr="00686B6A" w:rsidRDefault="00D1164A" w:rsidP="00056C60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86B6A">
              <w:rPr>
                <w:rFonts w:ascii="Corbel" w:hAnsi="Corbel"/>
                <w:color w:val="000000"/>
                <w:sz w:val="24"/>
                <w:szCs w:val="24"/>
              </w:rPr>
              <w:t>Z.Mikołajczyk</w:t>
            </w:r>
            <w:proofErr w:type="spellEnd"/>
            <w:r w:rsidRPr="00686B6A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90A4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Techniki organizatorskie w rozwiązywaniu problemów zarządzania</w:t>
            </w:r>
            <w:r w:rsidRPr="00686B6A">
              <w:rPr>
                <w:rFonts w:ascii="Corbel" w:hAnsi="Corbel"/>
                <w:color w:val="000000"/>
                <w:sz w:val="24"/>
                <w:szCs w:val="24"/>
              </w:rPr>
              <w:t xml:space="preserve">, Warszawa 1995 </w:t>
            </w:r>
          </w:p>
        </w:tc>
      </w:tr>
    </w:tbl>
    <w:p w14:paraId="6BB9E253" w14:textId="77777777" w:rsidR="0085747A" w:rsidRPr="00686B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686B6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6B6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86B6A" w:rsidSect="009057BC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14DCA" w14:textId="77777777" w:rsidR="00C06D0D" w:rsidRDefault="00C06D0D" w:rsidP="00C16ABF">
      <w:pPr>
        <w:spacing w:after="0" w:line="240" w:lineRule="auto"/>
      </w:pPr>
      <w:r>
        <w:separator/>
      </w:r>
    </w:p>
  </w:endnote>
  <w:endnote w:type="continuationSeparator" w:id="0">
    <w:p w14:paraId="24DF8993" w14:textId="77777777" w:rsidR="00C06D0D" w:rsidRDefault="00C06D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8366B" w14:textId="77777777" w:rsidR="00C06D0D" w:rsidRDefault="00C06D0D" w:rsidP="00C16ABF">
      <w:pPr>
        <w:spacing w:after="0" w:line="240" w:lineRule="auto"/>
      </w:pPr>
      <w:r>
        <w:separator/>
      </w:r>
    </w:p>
  </w:footnote>
  <w:footnote w:type="continuationSeparator" w:id="0">
    <w:p w14:paraId="6C878421" w14:textId="77777777" w:rsidR="00C06D0D" w:rsidRDefault="00C06D0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87458">
    <w:abstractNumId w:val="2"/>
  </w:num>
  <w:num w:numId="2" w16cid:durableId="1160459793">
    <w:abstractNumId w:val="6"/>
  </w:num>
  <w:num w:numId="3" w16cid:durableId="583491937">
    <w:abstractNumId w:val="4"/>
  </w:num>
  <w:num w:numId="4" w16cid:durableId="1694257792">
    <w:abstractNumId w:val="5"/>
  </w:num>
  <w:num w:numId="5" w16cid:durableId="1361935132">
    <w:abstractNumId w:val="1"/>
  </w:num>
  <w:num w:numId="6" w16cid:durableId="1617829119">
    <w:abstractNumId w:val="7"/>
  </w:num>
  <w:num w:numId="7" w16cid:durableId="347484716">
    <w:abstractNumId w:val="3"/>
  </w:num>
  <w:num w:numId="8" w16cid:durableId="1465541304">
    <w:abstractNumId w:val="0"/>
  </w:num>
  <w:num w:numId="9" w16cid:durableId="19434623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690"/>
    <w:rsid w:val="000048FD"/>
    <w:rsid w:val="000077B4"/>
    <w:rsid w:val="00015B8F"/>
    <w:rsid w:val="00022ECE"/>
    <w:rsid w:val="00023842"/>
    <w:rsid w:val="000305A6"/>
    <w:rsid w:val="00040B48"/>
    <w:rsid w:val="000410E5"/>
    <w:rsid w:val="00042A51"/>
    <w:rsid w:val="00042D2E"/>
    <w:rsid w:val="00043173"/>
    <w:rsid w:val="00044C82"/>
    <w:rsid w:val="00055C3B"/>
    <w:rsid w:val="00056C60"/>
    <w:rsid w:val="00066A29"/>
    <w:rsid w:val="00067CB4"/>
    <w:rsid w:val="00070ED6"/>
    <w:rsid w:val="00072923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63B"/>
    <w:rsid w:val="000F1C57"/>
    <w:rsid w:val="000F44D3"/>
    <w:rsid w:val="000F5615"/>
    <w:rsid w:val="00115D8E"/>
    <w:rsid w:val="00124BFF"/>
    <w:rsid w:val="0012560E"/>
    <w:rsid w:val="00127108"/>
    <w:rsid w:val="0012758D"/>
    <w:rsid w:val="00132B6A"/>
    <w:rsid w:val="00132F2C"/>
    <w:rsid w:val="00134B13"/>
    <w:rsid w:val="00137705"/>
    <w:rsid w:val="00144A95"/>
    <w:rsid w:val="00146BC0"/>
    <w:rsid w:val="00153AAB"/>
    <w:rsid w:val="00153BAB"/>
    <w:rsid w:val="00153C41"/>
    <w:rsid w:val="00154381"/>
    <w:rsid w:val="00160B8A"/>
    <w:rsid w:val="00161229"/>
    <w:rsid w:val="001640A7"/>
    <w:rsid w:val="00164FA7"/>
    <w:rsid w:val="00166A03"/>
    <w:rsid w:val="001718A7"/>
    <w:rsid w:val="001737CF"/>
    <w:rsid w:val="00176083"/>
    <w:rsid w:val="00181FE2"/>
    <w:rsid w:val="00192F37"/>
    <w:rsid w:val="00197223"/>
    <w:rsid w:val="001A0FE8"/>
    <w:rsid w:val="001A2F1C"/>
    <w:rsid w:val="001A70D2"/>
    <w:rsid w:val="001B1BA0"/>
    <w:rsid w:val="001C5D15"/>
    <w:rsid w:val="001D2FEC"/>
    <w:rsid w:val="001D657B"/>
    <w:rsid w:val="001D796D"/>
    <w:rsid w:val="001D7B54"/>
    <w:rsid w:val="001E0209"/>
    <w:rsid w:val="001E0407"/>
    <w:rsid w:val="001E29F0"/>
    <w:rsid w:val="001F2CA2"/>
    <w:rsid w:val="00211474"/>
    <w:rsid w:val="002144C0"/>
    <w:rsid w:val="0021727A"/>
    <w:rsid w:val="002214FC"/>
    <w:rsid w:val="0022477D"/>
    <w:rsid w:val="002278A9"/>
    <w:rsid w:val="00233062"/>
    <w:rsid w:val="002336F9"/>
    <w:rsid w:val="00236AB5"/>
    <w:rsid w:val="0024028F"/>
    <w:rsid w:val="00244ABC"/>
    <w:rsid w:val="002769C3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BE1"/>
    <w:rsid w:val="002C1F06"/>
    <w:rsid w:val="002D3375"/>
    <w:rsid w:val="002D73D4"/>
    <w:rsid w:val="002F02A3"/>
    <w:rsid w:val="002F4ABE"/>
    <w:rsid w:val="00300956"/>
    <w:rsid w:val="003018BA"/>
    <w:rsid w:val="0030395F"/>
    <w:rsid w:val="00305C92"/>
    <w:rsid w:val="00312935"/>
    <w:rsid w:val="003151C5"/>
    <w:rsid w:val="003305E4"/>
    <w:rsid w:val="003343CF"/>
    <w:rsid w:val="00334790"/>
    <w:rsid w:val="00346FE9"/>
    <w:rsid w:val="0034759A"/>
    <w:rsid w:val="003503F6"/>
    <w:rsid w:val="003530DD"/>
    <w:rsid w:val="0035350A"/>
    <w:rsid w:val="00363F78"/>
    <w:rsid w:val="00390A4A"/>
    <w:rsid w:val="003948E4"/>
    <w:rsid w:val="003A0A5B"/>
    <w:rsid w:val="003A1176"/>
    <w:rsid w:val="003B03AF"/>
    <w:rsid w:val="003C0BAE"/>
    <w:rsid w:val="003D18A9"/>
    <w:rsid w:val="003D5EF6"/>
    <w:rsid w:val="003D6CE2"/>
    <w:rsid w:val="003E15FE"/>
    <w:rsid w:val="003E1941"/>
    <w:rsid w:val="003E2FE6"/>
    <w:rsid w:val="003E49D5"/>
    <w:rsid w:val="003F38C0"/>
    <w:rsid w:val="003F5EBB"/>
    <w:rsid w:val="00410A0C"/>
    <w:rsid w:val="00414E3C"/>
    <w:rsid w:val="0042244A"/>
    <w:rsid w:val="0042745A"/>
    <w:rsid w:val="00431450"/>
    <w:rsid w:val="00431D5C"/>
    <w:rsid w:val="004362C6"/>
    <w:rsid w:val="00437FA2"/>
    <w:rsid w:val="004448EA"/>
    <w:rsid w:val="00444FE4"/>
    <w:rsid w:val="00445970"/>
    <w:rsid w:val="00447645"/>
    <w:rsid w:val="00451998"/>
    <w:rsid w:val="0045317C"/>
    <w:rsid w:val="00461EFC"/>
    <w:rsid w:val="004652C2"/>
    <w:rsid w:val="004706D1"/>
    <w:rsid w:val="00471326"/>
    <w:rsid w:val="0047598D"/>
    <w:rsid w:val="00480E01"/>
    <w:rsid w:val="004840FD"/>
    <w:rsid w:val="00490F7D"/>
    <w:rsid w:val="00491678"/>
    <w:rsid w:val="004968E2"/>
    <w:rsid w:val="004A3EEA"/>
    <w:rsid w:val="004A4D1F"/>
    <w:rsid w:val="004A729A"/>
    <w:rsid w:val="004B1203"/>
    <w:rsid w:val="004D5282"/>
    <w:rsid w:val="004E07C0"/>
    <w:rsid w:val="004F1551"/>
    <w:rsid w:val="004F279D"/>
    <w:rsid w:val="004F55A3"/>
    <w:rsid w:val="0050496F"/>
    <w:rsid w:val="00511B11"/>
    <w:rsid w:val="00513B6F"/>
    <w:rsid w:val="00517C63"/>
    <w:rsid w:val="00526011"/>
    <w:rsid w:val="005339DC"/>
    <w:rsid w:val="005363C4"/>
    <w:rsid w:val="00536BDE"/>
    <w:rsid w:val="00543ACC"/>
    <w:rsid w:val="00561F83"/>
    <w:rsid w:val="0056696D"/>
    <w:rsid w:val="00571A36"/>
    <w:rsid w:val="00581AA0"/>
    <w:rsid w:val="0058723C"/>
    <w:rsid w:val="0059484D"/>
    <w:rsid w:val="005A00D7"/>
    <w:rsid w:val="005A0855"/>
    <w:rsid w:val="005A3196"/>
    <w:rsid w:val="005B16FD"/>
    <w:rsid w:val="005C080F"/>
    <w:rsid w:val="005C1E69"/>
    <w:rsid w:val="005C4CDA"/>
    <w:rsid w:val="005C55E5"/>
    <w:rsid w:val="005C696A"/>
    <w:rsid w:val="005D4D11"/>
    <w:rsid w:val="005D652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35297"/>
    <w:rsid w:val="00635B7B"/>
    <w:rsid w:val="00647FA8"/>
    <w:rsid w:val="00650C5F"/>
    <w:rsid w:val="00651FFE"/>
    <w:rsid w:val="00654934"/>
    <w:rsid w:val="00661541"/>
    <w:rsid w:val="006620D9"/>
    <w:rsid w:val="0066401A"/>
    <w:rsid w:val="0067154C"/>
    <w:rsid w:val="00671958"/>
    <w:rsid w:val="00675843"/>
    <w:rsid w:val="00686B6A"/>
    <w:rsid w:val="00696477"/>
    <w:rsid w:val="006B1CD5"/>
    <w:rsid w:val="006B3865"/>
    <w:rsid w:val="006B5573"/>
    <w:rsid w:val="006B7067"/>
    <w:rsid w:val="006C262A"/>
    <w:rsid w:val="006D050F"/>
    <w:rsid w:val="006D0BA0"/>
    <w:rsid w:val="006D6139"/>
    <w:rsid w:val="006E0834"/>
    <w:rsid w:val="006E3478"/>
    <w:rsid w:val="006E5D65"/>
    <w:rsid w:val="006F1282"/>
    <w:rsid w:val="006F1FBC"/>
    <w:rsid w:val="006F31E2"/>
    <w:rsid w:val="0070461C"/>
    <w:rsid w:val="00706544"/>
    <w:rsid w:val="007072BA"/>
    <w:rsid w:val="007127E6"/>
    <w:rsid w:val="00713707"/>
    <w:rsid w:val="0071620A"/>
    <w:rsid w:val="00721656"/>
    <w:rsid w:val="00724677"/>
    <w:rsid w:val="00725459"/>
    <w:rsid w:val="007327BD"/>
    <w:rsid w:val="00734608"/>
    <w:rsid w:val="007350BA"/>
    <w:rsid w:val="00743F03"/>
    <w:rsid w:val="00745036"/>
    <w:rsid w:val="00745302"/>
    <w:rsid w:val="007461D6"/>
    <w:rsid w:val="00746EC8"/>
    <w:rsid w:val="007523BF"/>
    <w:rsid w:val="00757B5B"/>
    <w:rsid w:val="00763BF1"/>
    <w:rsid w:val="00766FD4"/>
    <w:rsid w:val="0078168C"/>
    <w:rsid w:val="00786E1C"/>
    <w:rsid w:val="00787C2A"/>
    <w:rsid w:val="00790E27"/>
    <w:rsid w:val="007A4022"/>
    <w:rsid w:val="007A6E6E"/>
    <w:rsid w:val="007B1A43"/>
    <w:rsid w:val="007C3299"/>
    <w:rsid w:val="007C3BCC"/>
    <w:rsid w:val="007C431E"/>
    <w:rsid w:val="007C434A"/>
    <w:rsid w:val="007C4546"/>
    <w:rsid w:val="007D174B"/>
    <w:rsid w:val="007D6E56"/>
    <w:rsid w:val="007E5F9F"/>
    <w:rsid w:val="007F4155"/>
    <w:rsid w:val="00804579"/>
    <w:rsid w:val="00805395"/>
    <w:rsid w:val="0081554D"/>
    <w:rsid w:val="0081707E"/>
    <w:rsid w:val="00823C29"/>
    <w:rsid w:val="008377D4"/>
    <w:rsid w:val="008449B3"/>
    <w:rsid w:val="00847221"/>
    <w:rsid w:val="0085747A"/>
    <w:rsid w:val="008604D4"/>
    <w:rsid w:val="00882918"/>
    <w:rsid w:val="00884922"/>
    <w:rsid w:val="00885F64"/>
    <w:rsid w:val="008917F9"/>
    <w:rsid w:val="00894223"/>
    <w:rsid w:val="008A09DB"/>
    <w:rsid w:val="008A45F7"/>
    <w:rsid w:val="008A6737"/>
    <w:rsid w:val="008A7A73"/>
    <w:rsid w:val="008C0CC0"/>
    <w:rsid w:val="008C19A9"/>
    <w:rsid w:val="008C379D"/>
    <w:rsid w:val="008C4F6F"/>
    <w:rsid w:val="008C5147"/>
    <w:rsid w:val="008C5359"/>
    <w:rsid w:val="008C5363"/>
    <w:rsid w:val="008D3DFB"/>
    <w:rsid w:val="008E0DAB"/>
    <w:rsid w:val="008E64F4"/>
    <w:rsid w:val="008F12C9"/>
    <w:rsid w:val="008F3B99"/>
    <w:rsid w:val="008F6E29"/>
    <w:rsid w:val="00902D89"/>
    <w:rsid w:val="009057BC"/>
    <w:rsid w:val="00916188"/>
    <w:rsid w:val="00923D7D"/>
    <w:rsid w:val="00927782"/>
    <w:rsid w:val="009317AF"/>
    <w:rsid w:val="00935F5B"/>
    <w:rsid w:val="00941997"/>
    <w:rsid w:val="0094347D"/>
    <w:rsid w:val="009476C2"/>
    <w:rsid w:val="009508DF"/>
    <w:rsid w:val="00950DAC"/>
    <w:rsid w:val="00954A07"/>
    <w:rsid w:val="009559DB"/>
    <w:rsid w:val="00977BAE"/>
    <w:rsid w:val="00997F14"/>
    <w:rsid w:val="009A347C"/>
    <w:rsid w:val="009A592D"/>
    <w:rsid w:val="009A78D9"/>
    <w:rsid w:val="009C3E31"/>
    <w:rsid w:val="009C500F"/>
    <w:rsid w:val="009C54AE"/>
    <w:rsid w:val="009C788E"/>
    <w:rsid w:val="009D1BDB"/>
    <w:rsid w:val="009E07BA"/>
    <w:rsid w:val="009E3B41"/>
    <w:rsid w:val="009F3C5C"/>
    <w:rsid w:val="009F4610"/>
    <w:rsid w:val="009F6664"/>
    <w:rsid w:val="00A000A6"/>
    <w:rsid w:val="00A00ECC"/>
    <w:rsid w:val="00A04A40"/>
    <w:rsid w:val="00A12871"/>
    <w:rsid w:val="00A155EE"/>
    <w:rsid w:val="00A2245B"/>
    <w:rsid w:val="00A236F7"/>
    <w:rsid w:val="00A30110"/>
    <w:rsid w:val="00A355D9"/>
    <w:rsid w:val="00A36899"/>
    <w:rsid w:val="00A371F6"/>
    <w:rsid w:val="00A43BF6"/>
    <w:rsid w:val="00A4793B"/>
    <w:rsid w:val="00A526E8"/>
    <w:rsid w:val="00A52879"/>
    <w:rsid w:val="00A53FA5"/>
    <w:rsid w:val="00A54817"/>
    <w:rsid w:val="00A57679"/>
    <w:rsid w:val="00A601C8"/>
    <w:rsid w:val="00A60799"/>
    <w:rsid w:val="00A67BC6"/>
    <w:rsid w:val="00A73432"/>
    <w:rsid w:val="00A768BC"/>
    <w:rsid w:val="00A839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EB4"/>
    <w:rsid w:val="00AE5FCB"/>
    <w:rsid w:val="00AE6272"/>
    <w:rsid w:val="00AF0044"/>
    <w:rsid w:val="00AF2C1E"/>
    <w:rsid w:val="00AF472C"/>
    <w:rsid w:val="00B05D0C"/>
    <w:rsid w:val="00B06142"/>
    <w:rsid w:val="00B135B1"/>
    <w:rsid w:val="00B21033"/>
    <w:rsid w:val="00B3130B"/>
    <w:rsid w:val="00B323D7"/>
    <w:rsid w:val="00B40686"/>
    <w:rsid w:val="00B40ADB"/>
    <w:rsid w:val="00B43B77"/>
    <w:rsid w:val="00B43E80"/>
    <w:rsid w:val="00B47FB4"/>
    <w:rsid w:val="00B50F5A"/>
    <w:rsid w:val="00B5189F"/>
    <w:rsid w:val="00B55351"/>
    <w:rsid w:val="00B557A0"/>
    <w:rsid w:val="00B607DB"/>
    <w:rsid w:val="00B66529"/>
    <w:rsid w:val="00B75946"/>
    <w:rsid w:val="00B778D1"/>
    <w:rsid w:val="00B8056E"/>
    <w:rsid w:val="00B819C8"/>
    <w:rsid w:val="00B82308"/>
    <w:rsid w:val="00B86E69"/>
    <w:rsid w:val="00B90885"/>
    <w:rsid w:val="00B95BD3"/>
    <w:rsid w:val="00BA65BF"/>
    <w:rsid w:val="00BB520A"/>
    <w:rsid w:val="00BB5EF4"/>
    <w:rsid w:val="00BB7077"/>
    <w:rsid w:val="00BC46A0"/>
    <w:rsid w:val="00BD3869"/>
    <w:rsid w:val="00BD66E9"/>
    <w:rsid w:val="00BD6FF4"/>
    <w:rsid w:val="00BE3F57"/>
    <w:rsid w:val="00BF0347"/>
    <w:rsid w:val="00BF2C41"/>
    <w:rsid w:val="00C058B4"/>
    <w:rsid w:val="00C05F44"/>
    <w:rsid w:val="00C06D0D"/>
    <w:rsid w:val="00C131B5"/>
    <w:rsid w:val="00C1431C"/>
    <w:rsid w:val="00C16ABF"/>
    <w:rsid w:val="00C170AE"/>
    <w:rsid w:val="00C26CB7"/>
    <w:rsid w:val="00C2755F"/>
    <w:rsid w:val="00C324C1"/>
    <w:rsid w:val="00C33CEF"/>
    <w:rsid w:val="00C36992"/>
    <w:rsid w:val="00C37AD9"/>
    <w:rsid w:val="00C462E7"/>
    <w:rsid w:val="00C532D8"/>
    <w:rsid w:val="00C56036"/>
    <w:rsid w:val="00C61DC5"/>
    <w:rsid w:val="00C65AB6"/>
    <w:rsid w:val="00C67E92"/>
    <w:rsid w:val="00C70A26"/>
    <w:rsid w:val="00C766DF"/>
    <w:rsid w:val="00C94B98"/>
    <w:rsid w:val="00CA2B96"/>
    <w:rsid w:val="00CA5089"/>
    <w:rsid w:val="00CC7263"/>
    <w:rsid w:val="00CC7849"/>
    <w:rsid w:val="00CD6897"/>
    <w:rsid w:val="00CE2932"/>
    <w:rsid w:val="00CE5BAC"/>
    <w:rsid w:val="00CF25BE"/>
    <w:rsid w:val="00CF78ED"/>
    <w:rsid w:val="00D02B25"/>
    <w:rsid w:val="00D02EBA"/>
    <w:rsid w:val="00D1164A"/>
    <w:rsid w:val="00D17C3C"/>
    <w:rsid w:val="00D231E8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B4174"/>
    <w:rsid w:val="00DC5364"/>
    <w:rsid w:val="00DC689E"/>
    <w:rsid w:val="00DD3070"/>
    <w:rsid w:val="00DE09C0"/>
    <w:rsid w:val="00DE4A14"/>
    <w:rsid w:val="00DE6097"/>
    <w:rsid w:val="00DF0208"/>
    <w:rsid w:val="00DF320D"/>
    <w:rsid w:val="00DF71C8"/>
    <w:rsid w:val="00E00E26"/>
    <w:rsid w:val="00E034D6"/>
    <w:rsid w:val="00E129B8"/>
    <w:rsid w:val="00E14D58"/>
    <w:rsid w:val="00E1545E"/>
    <w:rsid w:val="00E21E7D"/>
    <w:rsid w:val="00E22FBC"/>
    <w:rsid w:val="00E24BF5"/>
    <w:rsid w:val="00E25338"/>
    <w:rsid w:val="00E318A9"/>
    <w:rsid w:val="00E359C6"/>
    <w:rsid w:val="00E44712"/>
    <w:rsid w:val="00E46AA6"/>
    <w:rsid w:val="00E513A6"/>
    <w:rsid w:val="00E51E44"/>
    <w:rsid w:val="00E63348"/>
    <w:rsid w:val="00E71070"/>
    <w:rsid w:val="00E77E88"/>
    <w:rsid w:val="00E8107D"/>
    <w:rsid w:val="00E960BB"/>
    <w:rsid w:val="00EA2074"/>
    <w:rsid w:val="00EA4832"/>
    <w:rsid w:val="00EA4E9D"/>
    <w:rsid w:val="00EC0DA1"/>
    <w:rsid w:val="00EC4899"/>
    <w:rsid w:val="00ED03AB"/>
    <w:rsid w:val="00ED18CA"/>
    <w:rsid w:val="00ED32D2"/>
    <w:rsid w:val="00EE32DE"/>
    <w:rsid w:val="00EE5457"/>
    <w:rsid w:val="00F061FA"/>
    <w:rsid w:val="00F070AB"/>
    <w:rsid w:val="00F17567"/>
    <w:rsid w:val="00F233CD"/>
    <w:rsid w:val="00F27A7B"/>
    <w:rsid w:val="00F33B9C"/>
    <w:rsid w:val="00F41B94"/>
    <w:rsid w:val="00F423E2"/>
    <w:rsid w:val="00F45053"/>
    <w:rsid w:val="00F526AF"/>
    <w:rsid w:val="00F617C3"/>
    <w:rsid w:val="00F664D1"/>
    <w:rsid w:val="00F7066B"/>
    <w:rsid w:val="00F83B28"/>
    <w:rsid w:val="00F93AFB"/>
    <w:rsid w:val="00F96D0C"/>
    <w:rsid w:val="00F9D964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  <w:rsid w:val="031BA8D1"/>
    <w:rsid w:val="03B052FB"/>
    <w:rsid w:val="04B0E760"/>
    <w:rsid w:val="064CB7C1"/>
    <w:rsid w:val="0892DF32"/>
    <w:rsid w:val="0DCD2383"/>
    <w:rsid w:val="0ED3B6BE"/>
    <w:rsid w:val="1365188D"/>
    <w:rsid w:val="15492EF9"/>
    <w:rsid w:val="155EB01F"/>
    <w:rsid w:val="1726E73B"/>
    <w:rsid w:val="173D7621"/>
    <w:rsid w:val="17872C38"/>
    <w:rsid w:val="1DD9CA51"/>
    <w:rsid w:val="235623C9"/>
    <w:rsid w:val="23B7A27A"/>
    <w:rsid w:val="2694414C"/>
    <w:rsid w:val="28B86035"/>
    <w:rsid w:val="29073965"/>
    <w:rsid w:val="290A32C3"/>
    <w:rsid w:val="2916B63E"/>
    <w:rsid w:val="29C342E0"/>
    <w:rsid w:val="2CBED55B"/>
    <w:rsid w:val="2D1A03B8"/>
    <w:rsid w:val="2D59D792"/>
    <w:rsid w:val="3043FA6B"/>
    <w:rsid w:val="321ECCDE"/>
    <w:rsid w:val="3370E728"/>
    <w:rsid w:val="350CB789"/>
    <w:rsid w:val="377D9C44"/>
    <w:rsid w:val="38EE3E9B"/>
    <w:rsid w:val="3AEC400C"/>
    <w:rsid w:val="3C7CBAD6"/>
    <w:rsid w:val="3F49139F"/>
    <w:rsid w:val="3FA1BBFE"/>
    <w:rsid w:val="43343A72"/>
    <w:rsid w:val="43566358"/>
    <w:rsid w:val="435DAD41"/>
    <w:rsid w:val="463BAF3D"/>
    <w:rsid w:val="46472C00"/>
    <w:rsid w:val="46BCABDA"/>
    <w:rsid w:val="4F29A623"/>
    <w:rsid w:val="4FC046A5"/>
    <w:rsid w:val="52B1B7B3"/>
    <w:rsid w:val="559E77FF"/>
    <w:rsid w:val="55C6D021"/>
    <w:rsid w:val="5636F4A6"/>
    <w:rsid w:val="570BCAF7"/>
    <w:rsid w:val="594A018A"/>
    <w:rsid w:val="5986F17F"/>
    <w:rsid w:val="5A1F59E8"/>
    <w:rsid w:val="5B2944AE"/>
    <w:rsid w:val="5BFFDEC0"/>
    <w:rsid w:val="5D871E4B"/>
    <w:rsid w:val="5E19F06A"/>
    <w:rsid w:val="5FC2697F"/>
    <w:rsid w:val="608E6B81"/>
    <w:rsid w:val="6134C182"/>
    <w:rsid w:val="62F644B5"/>
    <w:rsid w:val="656B38A3"/>
    <w:rsid w:val="66130BA2"/>
    <w:rsid w:val="6626EF4E"/>
    <w:rsid w:val="6A19D06C"/>
    <w:rsid w:val="6A49D473"/>
    <w:rsid w:val="6AEEC682"/>
    <w:rsid w:val="6D383521"/>
    <w:rsid w:val="6D90A6D6"/>
    <w:rsid w:val="6F58598B"/>
    <w:rsid w:val="6FD7338A"/>
    <w:rsid w:val="73FA4534"/>
    <w:rsid w:val="745FA119"/>
    <w:rsid w:val="75A2CAB7"/>
    <w:rsid w:val="78BC690E"/>
    <w:rsid w:val="79B7EACF"/>
    <w:rsid w:val="7B64EAFC"/>
    <w:rsid w:val="7D30B64A"/>
    <w:rsid w:val="7DB6BBDE"/>
    <w:rsid w:val="7DCDEEB8"/>
    <w:rsid w:val="7ED663CD"/>
    <w:rsid w:val="7F82F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FC6B"/>
  <w15:docId w15:val="{B631491C-AC20-4406-8155-C3FCB6EE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BABD4-B75A-48CB-9667-3814C85E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19</cp:revision>
  <cp:lastPrinted>2025-10-13T07:22:00Z</cp:lastPrinted>
  <dcterms:created xsi:type="dcterms:W3CDTF">2023-09-11T14:40:00Z</dcterms:created>
  <dcterms:modified xsi:type="dcterms:W3CDTF">2025-11-20T13:06:00Z</dcterms:modified>
</cp:coreProperties>
</file>